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883F64" w14:textId="77777777" w:rsidR="006E5D65" w:rsidRPr="00B169DF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 w:rsidRPr="00B169DF">
        <w:rPr>
          <w:rFonts w:ascii="Corbel" w:hAnsi="Corbel"/>
          <w:b/>
          <w:bCs/>
        </w:rPr>
        <w:tab/>
      </w:r>
      <w:r w:rsidR="00D8678B" w:rsidRPr="00B169DF">
        <w:rPr>
          <w:rFonts w:ascii="Corbel" w:hAnsi="Corbel"/>
          <w:bCs/>
          <w:i/>
        </w:rPr>
        <w:t xml:space="preserve">Załącznik nr </w:t>
      </w:r>
      <w:r w:rsidR="006F31E2" w:rsidRPr="00B169DF">
        <w:rPr>
          <w:rFonts w:ascii="Corbel" w:hAnsi="Corbel"/>
          <w:bCs/>
          <w:i/>
        </w:rPr>
        <w:t>1.5</w:t>
      </w:r>
      <w:r w:rsidR="00D8678B" w:rsidRPr="00B169DF">
        <w:rPr>
          <w:rFonts w:ascii="Corbel" w:hAnsi="Corbel"/>
          <w:bCs/>
          <w:i/>
        </w:rPr>
        <w:t xml:space="preserve"> do Zarządzenia</w:t>
      </w:r>
      <w:r w:rsidR="002A22BF" w:rsidRPr="00B169DF">
        <w:rPr>
          <w:rFonts w:ascii="Corbel" w:hAnsi="Corbel"/>
          <w:bCs/>
          <w:i/>
        </w:rPr>
        <w:t xml:space="preserve"> Rektora UR </w:t>
      </w:r>
      <w:r w:rsidR="00CD6897" w:rsidRPr="00B169DF">
        <w:rPr>
          <w:rFonts w:ascii="Corbel" w:hAnsi="Corbel"/>
          <w:bCs/>
          <w:i/>
        </w:rPr>
        <w:t xml:space="preserve"> nr </w:t>
      </w:r>
      <w:r w:rsidR="00F61A26" w:rsidRPr="00B169DF">
        <w:rPr>
          <w:rFonts w:ascii="Corbel" w:hAnsi="Corbel"/>
          <w:bCs/>
          <w:i/>
        </w:rPr>
        <w:t>7/2023</w:t>
      </w:r>
    </w:p>
    <w:p w14:paraId="28F4D677" w14:textId="77777777" w:rsidR="0085747A" w:rsidRPr="00B169DF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SYLABUS</w:t>
      </w:r>
    </w:p>
    <w:p w14:paraId="53D465E0" w14:textId="2222B401" w:rsidR="0085747A" w:rsidRPr="00B169DF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B169DF">
        <w:rPr>
          <w:rFonts w:ascii="Corbel" w:hAnsi="Corbel"/>
          <w:b/>
          <w:smallCaps/>
          <w:sz w:val="24"/>
          <w:szCs w:val="24"/>
        </w:rPr>
        <w:t xml:space="preserve"> </w:t>
      </w:r>
      <w:r w:rsidR="00956945">
        <w:rPr>
          <w:rFonts w:ascii="Corbel" w:hAnsi="Corbel"/>
          <w:i/>
          <w:smallCaps/>
          <w:sz w:val="24"/>
          <w:szCs w:val="24"/>
        </w:rPr>
        <w:t>2023/2028</w:t>
      </w:r>
    </w:p>
    <w:p w14:paraId="165529A1" w14:textId="77777777" w:rsidR="0085747A" w:rsidRPr="00B169DF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D3397B" w:rsidRPr="00B169DF">
        <w:rPr>
          <w:rFonts w:ascii="Corbel" w:hAnsi="Corbel"/>
          <w:i/>
          <w:sz w:val="24"/>
          <w:szCs w:val="24"/>
        </w:rPr>
        <w:t xml:space="preserve">       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="0085747A" w:rsidRPr="00B169DF">
        <w:rPr>
          <w:rFonts w:ascii="Corbel" w:hAnsi="Corbel"/>
          <w:i/>
          <w:sz w:val="20"/>
          <w:szCs w:val="20"/>
        </w:rPr>
        <w:t>(skrajne daty</w:t>
      </w:r>
      <w:r w:rsidR="0085747A" w:rsidRPr="00B169DF">
        <w:rPr>
          <w:rFonts w:ascii="Corbel" w:hAnsi="Corbel"/>
          <w:sz w:val="20"/>
          <w:szCs w:val="20"/>
        </w:rPr>
        <w:t>)</w:t>
      </w:r>
    </w:p>
    <w:p w14:paraId="5C2AC480" w14:textId="218CB422" w:rsidR="00445970" w:rsidRPr="00B169DF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  <w:t xml:space="preserve">Rok akademicki   </w:t>
      </w:r>
      <w:r w:rsidR="00956945">
        <w:rPr>
          <w:rFonts w:ascii="Corbel" w:hAnsi="Corbel"/>
          <w:sz w:val="20"/>
          <w:szCs w:val="20"/>
        </w:rPr>
        <w:t>2027/2028</w:t>
      </w:r>
    </w:p>
    <w:p w14:paraId="6FC1597C" w14:textId="77777777" w:rsidR="0085747A" w:rsidRPr="00B169D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792D4F8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169DF">
        <w:rPr>
          <w:rFonts w:ascii="Corbel" w:hAnsi="Corbel"/>
          <w:szCs w:val="24"/>
        </w:rPr>
        <w:t xml:space="preserve">1. </w:t>
      </w:r>
      <w:r w:rsidR="0085747A" w:rsidRPr="00B169DF">
        <w:rPr>
          <w:rFonts w:ascii="Corbel" w:hAnsi="Corbel"/>
          <w:szCs w:val="24"/>
        </w:rPr>
        <w:t xml:space="preserve">Podstawowe </w:t>
      </w:r>
      <w:r w:rsidR="00445970" w:rsidRPr="00B169DF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B169DF" w14:paraId="7B6B3F27" w14:textId="77777777" w:rsidTr="00B819C8">
        <w:tc>
          <w:tcPr>
            <w:tcW w:w="2694" w:type="dxa"/>
            <w:vAlign w:val="center"/>
          </w:tcPr>
          <w:p w14:paraId="07010FBB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EC5200C" w14:textId="4FCB8862" w:rsidR="0085747A" w:rsidRPr="00B169DF" w:rsidRDefault="0095694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Aplikacja radcowska-prawo i praktyka</w:t>
            </w:r>
          </w:p>
        </w:tc>
      </w:tr>
      <w:tr w:rsidR="0085747A" w:rsidRPr="00B169DF" w14:paraId="1820FF8A" w14:textId="77777777" w:rsidTr="00B819C8">
        <w:tc>
          <w:tcPr>
            <w:tcW w:w="2694" w:type="dxa"/>
            <w:vAlign w:val="center"/>
          </w:tcPr>
          <w:p w14:paraId="5C62B05B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1147032" w14:textId="77777777" w:rsidR="0085747A" w:rsidRPr="00B169DF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B169DF" w14:paraId="4D36C4B5" w14:textId="77777777" w:rsidTr="00B819C8">
        <w:tc>
          <w:tcPr>
            <w:tcW w:w="2694" w:type="dxa"/>
            <w:vAlign w:val="center"/>
          </w:tcPr>
          <w:p w14:paraId="44F80EA6" w14:textId="77777777" w:rsidR="0085747A" w:rsidRPr="00B169DF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B169DF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B56D503" w14:textId="21108069" w:rsidR="0085747A" w:rsidRPr="00B169DF" w:rsidRDefault="0095694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B169DF" w14:paraId="6C3038C7" w14:textId="77777777" w:rsidTr="00B819C8">
        <w:tc>
          <w:tcPr>
            <w:tcW w:w="2694" w:type="dxa"/>
            <w:vAlign w:val="center"/>
          </w:tcPr>
          <w:p w14:paraId="49252DE4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25E7160" w14:textId="611F695C" w:rsidR="0085747A" w:rsidRPr="00B169DF" w:rsidRDefault="0095694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Instytut Nauk Prawnych/Zakład Prawa Konstytucyjnego </w:t>
            </w:r>
          </w:p>
        </w:tc>
      </w:tr>
      <w:tr w:rsidR="0085747A" w:rsidRPr="00B169DF" w14:paraId="192BD65A" w14:textId="77777777" w:rsidTr="00B819C8">
        <w:tc>
          <w:tcPr>
            <w:tcW w:w="2694" w:type="dxa"/>
            <w:vAlign w:val="center"/>
          </w:tcPr>
          <w:p w14:paraId="10FF2062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68A0D45" w14:textId="2B563092" w:rsidR="0085747A" w:rsidRPr="00B169DF" w:rsidRDefault="0095694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Prawo</w:t>
            </w:r>
          </w:p>
        </w:tc>
      </w:tr>
      <w:tr w:rsidR="0085747A" w:rsidRPr="00B169DF" w14:paraId="70304835" w14:textId="77777777" w:rsidTr="00B819C8">
        <w:tc>
          <w:tcPr>
            <w:tcW w:w="2694" w:type="dxa"/>
            <w:vAlign w:val="center"/>
          </w:tcPr>
          <w:p w14:paraId="41CAFCB5" w14:textId="77777777" w:rsidR="0085747A" w:rsidRPr="00B169DF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34D8692" w14:textId="6495FC01" w:rsidR="0085747A" w:rsidRPr="00B169DF" w:rsidRDefault="00AB7D2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Magisterskie</w:t>
            </w:r>
          </w:p>
        </w:tc>
      </w:tr>
      <w:tr w:rsidR="0085747A" w:rsidRPr="00B169DF" w14:paraId="388F3755" w14:textId="77777777" w:rsidTr="00B819C8">
        <w:tc>
          <w:tcPr>
            <w:tcW w:w="2694" w:type="dxa"/>
            <w:vAlign w:val="center"/>
          </w:tcPr>
          <w:p w14:paraId="074F09CD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E37AA5A" w14:textId="6048FA01" w:rsidR="0085747A" w:rsidRPr="00B169DF" w:rsidRDefault="00AB7D2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B169DF" w14:paraId="09205566" w14:textId="77777777" w:rsidTr="00B819C8">
        <w:tc>
          <w:tcPr>
            <w:tcW w:w="2694" w:type="dxa"/>
            <w:vAlign w:val="center"/>
          </w:tcPr>
          <w:p w14:paraId="694A7C70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994B63E" w14:textId="70B96A86" w:rsidR="0085747A" w:rsidRPr="00B169DF" w:rsidRDefault="001948B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niestacjonarna</w:t>
            </w:r>
          </w:p>
        </w:tc>
      </w:tr>
      <w:tr w:rsidR="0085747A" w:rsidRPr="00B169DF" w14:paraId="0C05C2EC" w14:textId="77777777" w:rsidTr="00B819C8">
        <w:tc>
          <w:tcPr>
            <w:tcW w:w="2694" w:type="dxa"/>
            <w:vAlign w:val="center"/>
          </w:tcPr>
          <w:p w14:paraId="3878DA9C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B169DF">
              <w:rPr>
                <w:rFonts w:ascii="Corbel" w:hAnsi="Corbel"/>
                <w:sz w:val="24"/>
                <w:szCs w:val="24"/>
              </w:rPr>
              <w:t>/y</w:t>
            </w:r>
            <w:r w:rsidRPr="00B169DF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F676120" w14:textId="006579E4" w:rsidR="0085747A" w:rsidRPr="00B169DF" w:rsidRDefault="00AB7D2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V/X</w:t>
            </w:r>
          </w:p>
        </w:tc>
      </w:tr>
      <w:tr w:rsidR="0085747A" w:rsidRPr="00B169DF" w14:paraId="7ACCBA8E" w14:textId="77777777" w:rsidTr="00B819C8">
        <w:tc>
          <w:tcPr>
            <w:tcW w:w="2694" w:type="dxa"/>
            <w:vAlign w:val="center"/>
          </w:tcPr>
          <w:p w14:paraId="54139759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EA21357" w14:textId="64BA1BF3" w:rsidR="0085747A" w:rsidRPr="00B169DF" w:rsidRDefault="00AB7D2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923D7D" w:rsidRPr="00B169DF" w14:paraId="331F9495" w14:textId="77777777" w:rsidTr="00B819C8">
        <w:tc>
          <w:tcPr>
            <w:tcW w:w="2694" w:type="dxa"/>
            <w:vAlign w:val="center"/>
          </w:tcPr>
          <w:p w14:paraId="1B1DE481" w14:textId="77777777" w:rsidR="00923D7D" w:rsidRPr="00B169DF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4D3F9B6" w14:textId="6CEEEECD" w:rsidR="00923D7D" w:rsidRPr="00B169DF" w:rsidRDefault="00AB7D2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B169DF" w14:paraId="339BFB5F" w14:textId="77777777" w:rsidTr="00B819C8">
        <w:tc>
          <w:tcPr>
            <w:tcW w:w="2694" w:type="dxa"/>
            <w:vAlign w:val="center"/>
          </w:tcPr>
          <w:p w14:paraId="5D93ED52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F0450C9" w14:textId="5A2BFC56" w:rsidR="0085747A" w:rsidRPr="00B169DF" w:rsidRDefault="00AB7D2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Justyna Ciechanowska</w:t>
            </w:r>
          </w:p>
        </w:tc>
      </w:tr>
      <w:tr w:rsidR="0085747A" w:rsidRPr="00B169DF" w14:paraId="0AD0E368" w14:textId="77777777" w:rsidTr="00B819C8">
        <w:tc>
          <w:tcPr>
            <w:tcW w:w="2694" w:type="dxa"/>
            <w:vAlign w:val="center"/>
          </w:tcPr>
          <w:p w14:paraId="020748E0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C837949" w14:textId="4DAB192D" w:rsidR="0085747A" w:rsidRPr="00B169DF" w:rsidRDefault="00AB7D2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Justyna Ciechanowska</w:t>
            </w:r>
          </w:p>
        </w:tc>
      </w:tr>
    </w:tbl>
    <w:p w14:paraId="0AB0B6F8" w14:textId="77777777" w:rsidR="0085747A" w:rsidRPr="00B169DF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* </w:t>
      </w:r>
      <w:r w:rsidRPr="00B169DF">
        <w:rPr>
          <w:rFonts w:ascii="Corbel" w:hAnsi="Corbel"/>
          <w:i/>
          <w:sz w:val="24"/>
          <w:szCs w:val="24"/>
        </w:rPr>
        <w:t>-</w:t>
      </w:r>
      <w:r w:rsidR="00B90885" w:rsidRPr="00B169DF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169DF">
        <w:rPr>
          <w:rFonts w:ascii="Corbel" w:hAnsi="Corbel"/>
          <w:b w:val="0"/>
          <w:sz w:val="24"/>
          <w:szCs w:val="24"/>
        </w:rPr>
        <w:t>e,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Pr="00B169DF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B169DF">
        <w:rPr>
          <w:rFonts w:ascii="Corbel" w:hAnsi="Corbel"/>
          <w:b w:val="0"/>
          <w:i/>
          <w:sz w:val="24"/>
          <w:szCs w:val="24"/>
        </w:rPr>
        <w:t>w Jednostce</w:t>
      </w:r>
    </w:p>
    <w:p w14:paraId="386805B0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9AEF041" w14:textId="77777777" w:rsidR="0085747A" w:rsidRPr="00B169DF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1.</w:t>
      </w:r>
      <w:r w:rsidR="00E22FBC" w:rsidRPr="00B169DF">
        <w:rPr>
          <w:rFonts w:ascii="Corbel" w:hAnsi="Corbel"/>
          <w:sz w:val="24"/>
          <w:szCs w:val="24"/>
        </w:rPr>
        <w:t>1</w:t>
      </w:r>
      <w:r w:rsidRPr="00B169DF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743B3C0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B169DF" w14:paraId="30AA7A12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380D4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Semestr</w:t>
            </w:r>
          </w:p>
          <w:p w14:paraId="6D8201B5" w14:textId="77777777" w:rsidR="00015B8F" w:rsidRPr="00B169DF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(</w:t>
            </w:r>
            <w:r w:rsidR="00363F78" w:rsidRPr="00B169DF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885B8A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2C8E6F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60EEDF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B8C3D8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DFF59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79D6EB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36CA31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F784F4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B46598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169DF">
              <w:rPr>
                <w:rFonts w:ascii="Corbel" w:hAnsi="Corbel"/>
                <w:b/>
                <w:szCs w:val="24"/>
              </w:rPr>
              <w:t>Liczba pkt</w:t>
            </w:r>
            <w:r w:rsidR="00B90885" w:rsidRPr="00B169DF">
              <w:rPr>
                <w:rFonts w:ascii="Corbel" w:hAnsi="Corbel"/>
                <w:b/>
                <w:szCs w:val="24"/>
              </w:rPr>
              <w:t>.</w:t>
            </w:r>
            <w:r w:rsidRPr="00B169D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B169DF" w14:paraId="6306D567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9D624" w14:textId="5001DE3E" w:rsidR="00015B8F" w:rsidRPr="00B169DF" w:rsidRDefault="00AB7D2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X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8CF23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F440F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2E530" w14:textId="119E7D8B" w:rsidR="00015B8F" w:rsidRPr="00B169DF" w:rsidRDefault="00AB7D2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F5874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110D6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FD282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BAD3A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16867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F2B8E" w14:textId="0842F0FA" w:rsidR="00015B8F" w:rsidRPr="00B169DF" w:rsidRDefault="00AB7D2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30395F" w:rsidRPr="00B169DF" w14:paraId="40A377C2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5C310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8ECD7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2DE81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ED201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B53B8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78E4A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A7B8F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2EC27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A476C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2B700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5A361196" w14:textId="77777777" w:rsidR="00923D7D" w:rsidRPr="00B169DF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74D859A" w14:textId="77777777" w:rsidR="00923D7D" w:rsidRPr="00B169DF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40B442E" w14:textId="77777777" w:rsidR="0085747A" w:rsidRPr="00B169DF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1.</w:t>
      </w:r>
      <w:r w:rsidR="00E22FBC" w:rsidRPr="00B169DF">
        <w:rPr>
          <w:rFonts w:ascii="Corbel" w:hAnsi="Corbel"/>
          <w:smallCaps w:val="0"/>
          <w:szCs w:val="24"/>
        </w:rPr>
        <w:t>2</w:t>
      </w:r>
      <w:r w:rsidR="00F83B28" w:rsidRPr="00B169DF">
        <w:rPr>
          <w:rFonts w:ascii="Corbel" w:hAnsi="Corbel"/>
          <w:smallCaps w:val="0"/>
          <w:szCs w:val="24"/>
        </w:rPr>
        <w:t>.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 xml:space="preserve">Sposób realizacji zajęć  </w:t>
      </w:r>
    </w:p>
    <w:p w14:paraId="5F436D61" w14:textId="14F97877" w:rsidR="0085747A" w:rsidRPr="00B169DF" w:rsidRDefault="00AB7D22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Segoe UI Symbol" w:eastAsia="MS Gothic" w:hAnsi="Segoe UI Symbol" w:cs="Segoe UI Symbol"/>
          <w:b w:val="0"/>
          <w:szCs w:val="24"/>
        </w:rPr>
        <w:t>X</w:t>
      </w:r>
      <w:r w:rsidR="0085747A" w:rsidRPr="00B169DF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38C805D2" w14:textId="77777777" w:rsidR="0085747A" w:rsidRPr="00B169DF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169DF">
        <w:rPr>
          <w:rFonts w:ascii="Segoe UI Symbol" w:eastAsia="MS Gothic" w:hAnsi="Segoe UI Symbol" w:cs="Segoe UI Symbol"/>
          <w:b w:val="0"/>
          <w:szCs w:val="24"/>
        </w:rPr>
        <w:t>☐</w:t>
      </w:r>
      <w:r w:rsidRPr="00B169D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C940C1F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6A2025E" w14:textId="77777777" w:rsidR="00E22FBC" w:rsidRPr="00B169DF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1.3 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>For</w:t>
      </w:r>
      <w:r w:rsidR="00445970" w:rsidRPr="00B169DF">
        <w:rPr>
          <w:rFonts w:ascii="Corbel" w:hAnsi="Corbel"/>
          <w:smallCaps w:val="0"/>
          <w:szCs w:val="24"/>
        </w:rPr>
        <w:t xml:space="preserve">ma zaliczenia przedmiotu </w:t>
      </w:r>
      <w:r w:rsidRPr="00B169DF">
        <w:rPr>
          <w:rFonts w:ascii="Corbel" w:hAnsi="Corbel"/>
          <w:smallCaps w:val="0"/>
          <w:szCs w:val="24"/>
        </w:rPr>
        <w:t xml:space="preserve"> (z toku) </w:t>
      </w:r>
      <w:r w:rsidRPr="00B169DF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041826E" w14:textId="77777777" w:rsidR="009C54AE" w:rsidRPr="00B169DF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C3564DE" w14:textId="5DAC7BF7" w:rsidR="00E960BB" w:rsidRPr="00B169DF" w:rsidRDefault="00AB7D22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egzamin</w:t>
      </w:r>
    </w:p>
    <w:p w14:paraId="676B673F" w14:textId="77777777" w:rsidR="00E960BB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170821A1" w14:textId="77777777" w:rsidTr="00745302">
        <w:tc>
          <w:tcPr>
            <w:tcW w:w="9670" w:type="dxa"/>
          </w:tcPr>
          <w:p w14:paraId="1E64CA7C" w14:textId="43EEFEB3" w:rsidR="0085747A" w:rsidRPr="00B169DF" w:rsidRDefault="00AB7D22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 z zakresu prawa konstytucyjnego, zagadnienia ustroju sądów, prokuratury i innych organów ochrony prawnej, praw człowieka i ich ochrony</w:t>
            </w:r>
          </w:p>
          <w:p w14:paraId="1BB8AE6C" w14:textId="77777777" w:rsidR="0085747A" w:rsidRPr="00B169DF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2DFEE067" w14:textId="77777777" w:rsidR="00153C41" w:rsidRPr="00B169DF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5F38AC3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>3.</w:t>
      </w:r>
      <w:r w:rsidR="0085747A" w:rsidRPr="00B169DF">
        <w:rPr>
          <w:rFonts w:ascii="Corbel" w:hAnsi="Corbel"/>
          <w:szCs w:val="24"/>
        </w:rPr>
        <w:t xml:space="preserve"> </w:t>
      </w:r>
      <w:r w:rsidR="00A84C85" w:rsidRPr="00B169DF">
        <w:rPr>
          <w:rFonts w:ascii="Corbel" w:hAnsi="Corbel"/>
          <w:szCs w:val="24"/>
        </w:rPr>
        <w:t>cele, efekty uczenia się</w:t>
      </w:r>
      <w:r w:rsidR="0085747A" w:rsidRPr="00B169DF">
        <w:rPr>
          <w:rFonts w:ascii="Corbel" w:hAnsi="Corbel"/>
          <w:szCs w:val="24"/>
        </w:rPr>
        <w:t xml:space="preserve"> , treści Programowe i stosowane metody Dydaktyczne</w:t>
      </w:r>
    </w:p>
    <w:p w14:paraId="0B1F2F4A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665D232" w14:textId="77777777" w:rsidR="0085747A" w:rsidRPr="00B169DF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3.1 </w:t>
      </w:r>
      <w:r w:rsidR="00C05F44" w:rsidRPr="00B169DF">
        <w:rPr>
          <w:rFonts w:ascii="Corbel" w:hAnsi="Corbel"/>
          <w:sz w:val="24"/>
          <w:szCs w:val="24"/>
        </w:rPr>
        <w:t>Cele przedmiotu</w:t>
      </w:r>
    </w:p>
    <w:p w14:paraId="4B3D975D" w14:textId="77777777" w:rsidR="00F83B28" w:rsidRPr="00B169DF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AB7D22" w:rsidRPr="00B169DF" w14:paraId="3370B0D4" w14:textId="77777777" w:rsidTr="00AB7D22">
        <w:tc>
          <w:tcPr>
            <w:tcW w:w="845" w:type="dxa"/>
            <w:vAlign w:val="center"/>
          </w:tcPr>
          <w:p w14:paraId="14E4A467" w14:textId="75474B5E" w:rsidR="00AB7D22" w:rsidRPr="005D728F" w:rsidRDefault="00AB7D22" w:rsidP="00AB7D2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D728F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675" w:type="dxa"/>
            <w:vAlign w:val="center"/>
          </w:tcPr>
          <w:p w14:paraId="2283C030" w14:textId="4B23482A" w:rsidR="00AB7D22" w:rsidRPr="005D728F" w:rsidRDefault="00AB7D22" w:rsidP="00AB7D2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D728F">
              <w:rPr>
                <w:rFonts w:ascii="Corbel" w:hAnsi="Corbel"/>
                <w:b w:val="0"/>
                <w:sz w:val="24"/>
                <w:szCs w:val="24"/>
              </w:rPr>
              <w:t>Student powinien poznać praktyczne aspekty związane ze ścieżką zawodową pracy radcy prawnego.</w:t>
            </w:r>
          </w:p>
        </w:tc>
      </w:tr>
      <w:tr w:rsidR="00AB7D22" w:rsidRPr="00B169DF" w14:paraId="497B1469" w14:textId="77777777" w:rsidTr="00AB7D22">
        <w:tc>
          <w:tcPr>
            <w:tcW w:w="845" w:type="dxa"/>
            <w:vAlign w:val="center"/>
          </w:tcPr>
          <w:p w14:paraId="053C821F" w14:textId="0A5615A8" w:rsidR="00AB7D22" w:rsidRPr="005D728F" w:rsidRDefault="00AB7D22" w:rsidP="00AB7D22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5D728F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7D588F36" w14:textId="23897C90" w:rsidR="00AB7D22" w:rsidRPr="005D728F" w:rsidRDefault="00AB7D22" w:rsidP="00AB7D2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D728F">
              <w:rPr>
                <w:rFonts w:ascii="Corbel" w:hAnsi="Corbel"/>
                <w:b w:val="0"/>
                <w:sz w:val="24"/>
                <w:szCs w:val="24"/>
              </w:rPr>
              <w:t>Student powinien zapoznać się z zasadami wykonywania zawodu radcy prawnego, etyki i odpowiedzialności, ze szczególnym uwzględnieniem praktyki zawodowej</w:t>
            </w:r>
          </w:p>
        </w:tc>
      </w:tr>
      <w:tr w:rsidR="00AB7D22" w:rsidRPr="00B169DF" w14:paraId="3D8D058C" w14:textId="77777777" w:rsidTr="00AB7D22">
        <w:tc>
          <w:tcPr>
            <w:tcW w:w="845" w:type="dxa"/>
            <w:vAlign w:val="center"/>
          </w:tcPr>
          <w:p w14:paraId="11CADB7C" w14:textId="7D3EE928" w:rsidR="00AB7D22" w:rsidRPr="005D728F" w:rsidRDefault="00AB7D22" w:rsidP="00AB7D2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D728F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2E52E7A2" w14:textId="7183A5D4" w:rsidR="00AB7D22" w:rsidRPr="005D728F" w:rsidRDefault="00AB7D22" w:rsidP="00AB7D2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D728F">
              <w:rPr>
                <w:rFonts w:ascii="Corbel" w:hAnsi="Corbel"/>
                <w:b w:val="0"/>
                <w:sz w:val="24"/>
                <w:szCs w:val="24"/>
              </w:rPr>
              <w:t>Student powinien uzyskać wiedzę dotycząca przebiegu aplikacji radcowskiej, uprawnień i obowiązków aplikanta radcowskiego.</w:t>
            </w:r>
          </w:p>
        </w:tc>
      </w:tr>
    </w:tbl>
    <w:p w14:paraId="661AA193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6B57CD0" w14:textId="059559FD" w:rsidR="001D7B54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3.2 </w:t>
      </w:r>
      <w:r w:rsidR="001D7B54" w:rsidRPr="00B169DF">
        <w:rPr>
          <w:rFonts w:ascii="Corbel" w:hAnsi="Corbel"/>
          <w:b/>
          <w:sz w:val="24"/>
          <w:szCs w:val="24"/>
        </w:rPr>
        <w:t xml:space="preserve">Efekty </w:t>
      </w:r>
      <w:r w:rsidR="00C05F44" w:rsidRPr="00B169DF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169DF">
        <w:rPr>
          <w:rFonts w:ascii="Corbel" w:hAnsi="Corbel"/>
          <w:b/>
          <w:sz w:val="24"/>
          <w:szCs w:val="24"/>
        </w:rPr>
        <w:t>dla przedmiotu</w:t>
      </w:r>
      <w:r w:rsidR="00445970" w:rsidRPr="00B169DF">
        <w:rPr>
          <w:rFonts w:ascii="Corbel" w:hAnsi="Corbel"/>
          <w:sz w:val="24"/>
          <w:szCs w:val="24"/>
        </w:rPr>
        <w:t xml:space="preserve"> </w:t>
      </w:r>
    </w:p>
    <w:p w14:paraId="4DA9EBB7" w14:textId="0AC4BD26" w:rsidR="005D728F" w:rsidRDefault="005D728F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812"/>
        <w:gridCol w:w="2029"/>
      </w:tblGrid>
      <w:tr w:rsidR="005D728F" w:rsidRPr="005D728F" w14:paraId="31B27442" w14:textId="77777777" w:rsidTr="00AD26E0">
        <w:tc>
          <w:tcPr>
            <w:tcW w:w="1701" w:type="dxa"/>
            <w:vAlign w:val="center"/>
          </w:tcPr>
          <w:p w14:paraId="08C7E2AB" w14:textId="77777777" w:rsidR="005D728F" w:rsidRPr="005D728F" w:rsidRDefault="005D728F" w:rsidP="005D728F">
            <w:pPr>
              <w:spacing w:after="0" w:line="240" w:lineRule="auto"/>
              <w:ind w:left="426"/>
              <w:rPr>
                <w:rFonts w:ascii="Corbel" w:hAnsi="Corbel"/>
                <w:sz w:val="24"/>
                <w:szCs w:val="24"/>
              </w:rPr>
            </w:pPr>
            <w:r w:rsidRPr="005D728F">
              <w:rPr>
                <w:rFonts w:ascii="Corbel" w:hAnsi="Corbel"/>
                <w:b/>
                <w:sz w:val="24"/>
                <w:szCs w:val="24"/>
              </w:rPr>
              <w:t>EK</w:t>
            </w:r>
            <w:r w:rsidRPr="005D728F">
              <w:rPr>
                <w:rFonts w:ascii="Corbel" w:hAnsi="Corbel"/>
                <w:sz w:val="24"/>
                <w:szCs w:val="24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14:paraId="774F7E9A" w14:textId="77777777" w:rsidR="005D728F" w:rsidRPr="005D728F" w:rsidRDefault="005D728F" w:rsidP="005D728F">
            <w:pPr>
              <w:spacing w:after="0" w:line="240" w:lineRule="auto"/>
              <w:ind w:left="426"/>
              <w:rPr>
                <w:rFonts w:ascii="Corbel" w:hAnsi="Corbel"/>
                <w:sz w:val="24"/>
                <w:szCs w:val="24"/>
              </w:rPr>
            </w:pPr>
            <w:r w:rsidRPr="005D728F">
              <w:rPr>
                <w:rFonts w:ascii="Corbel" w:hAnsi="Corbel"/>
                <w:sz w:val="24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14:paraId="3FB8DAE6" w14:textId="77777777" w:rsidR="005D728F" w:rsidRPr="005D728F" w:rsidRDefault="005D728F" w:rsidP="005D728F">
            <w:pPr>
              <w:spacing w:after="0" w:line="240" w:lineRule="auto"/>
              <w:ind w:left="426"/>
              <w:rPr>
                <w:rFonts w:ascii="Corbel" w:hAnsi="Corbel"/>
                <w:sz w:val="24"/>
                <w:szCs w:val="24"/>
              </w:rPr>
            </w:pPr>
            <w:r w:rsidRPr="005D728F">
              <w:rPr>
                <w:rFonts w:ascii="Corbel" w:hAnsi="Corbel"/>
                <w:sz w:val="24"/>
                <w:szCs w:val="24"/>
              </w:rPr>
              <w:t xml:space="preserve">Odniesienie do efektów  kierunkowych </w:t>
            </w:r>
            <w:r w:rsidRPr="005D728F">
              <w:rPr>
                <w:rFonts w:ascii="Corbel" w:hAnsi="Corbel"/>
                <w:sz w:val="24"/>
                <w:szCs w:val="24"/>
                <w:vertAlign w:val="superscript"/>
              </w:rPr>
              <w:footnoteReference w:id="1"/>
            </w:r>
          </w:p>
        </w:tc>
      </w:tr>
      <w:tr w:rsidR="005D728F" w:rsidRPr="005D728F" w14:paraId="6225469E" w14:textId="77777777" w:rsidTr="00AD26E0">
        <w:tc>
          <w:tcPr>
            <w:tcW w:w="1701" w:type="dxa"/>
            <w:vAlign w:val="center"/>
          </w:tcPr>
          <w:p w14:paraId="2622E57D" w14:textId="77777777" w:rsidR="005D728F" w:rsidRPr="005D728F" w:rsidRDefault="005D728F" w:rsidP="005D728F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</w:p>
        </w:tc>
        <w:tc>
          <w:tcPr>
            <w:tcW w:w="6096" w:type="dxa"/>
            <w:vAlign w:val="center"/>
          </w:tcPr>
          <w:p w14:paraId="23CABA43" w14:textId="77777777" w:rsidR="005D728F" w:rsidRPr="005D728F" w:rsidRDefault="005D728F" w:rsidP="005D728F">
            <w:pPr>
              <w:spacing w:after="0" w:line="240" w:lineRule="auto"/>
              <w:ind w:left="426"/>
              <w:rPr>
                <w:rFonts w:ascii="Corbel" w:hAnsi="Corbel"/>
                <w:sz w:val="24"/>
                <w:szCs w:val="24"/>
              </w:rPr>
            </w:pPr>
            <w:r w:rsidRPr="005D728F">
              <w:rPr>
                <w:rFonts w:ascii="Corbel" w:hAnsi="Corbel"/>
                <w:sz w:val="24"/>
                <w:szCs w:val="24"/>
              </w:rPr>
              <w:t>Ma pogłębioną i rozszerzoną wiedzę na temat systemu organów władzy publicznej i ich kompetencji, sposobów działania i powiązania, szczególnie w zakresie ochrony prawa, wymiaru sprawiedliwości i administracji. W zależności od dokonanego samodzielnie wyboru ma pogłębioną i rozszerzoną wiedzę w zakresie wybranych gałęzi prawa;</w:t>
            </w:r>
          </w:p>
        </w:tc>
        <w:tc>
          <w:tcPr>
            <w:tcW w:w="1873" w:type="dxa"/>
            <w:vAlign w:val="center"/>
          </w:tcPr>
          <w:p w14:paraId="33586B9D" w14:textId="77777777" w:rsidR="005D728F" w:rsidRPr="005D728F" w:rsidRDefault="005D728F" w:rsidP="005D728F">
            <w:pPr>
              <w:spacing w:after="0" w:line="240" w:lineRule="auto"/>
              <w:ind w:left="426"/>
              <w:rPr>
                <w:rFonts w:ascii="Corbel" w:hAnsi="Corbel"/>
                <w:b/>
                <w:sz w:val="24"/>
                <w:szCs w:val="24"/>
              </w:rPr>
            </w:pPr>
            <w:r w:rsidRPr="005D728F">
              <w:rPr>
                <w:rFonts w:ascii="Corbel" w:hAnsi="Corbel"/>
                <w:b/>
                <w:sz w:val="24"/>
                <w:szCs w:val="24"/>
              </w:rPr>
              <w:t>K_W02</w:t>
            </w:r>
          </w:p>
        </w:tc>
      </w:tr>
      <w:tr w:rsidR="005D728F" w:rsidRPr="005D728F" w14:paraId="7A07D305" w14:textId="77777777" w:rsidTr="00AD26E0">
        <w:tc>
          <w:tcPr>
            <w:tcW w:w="1701" w:type="dxa"/>
            <w:vAlign w:val="center"/>
          </w:tcPr>
          <w:p w14:paraId="4B12FA68" w14:textId="77777777" w:rsidR="005D728F" w:rsidRPr="005D728F" w:rsidRDefault="005D728F" w:rsidP="005D728F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</w:p>
        </w:tc>
        <w:tc>
          <w:tcPr>
            <w:tcW w:w="6096" w:type="dxa"/>
            <w:vAlign w:val="center"/>
          </w:tcPr>
          <w:p w14:paraId="321D4DE9" w14:textId="77777777" w:rsidR="005D728F" w:rsidRPr="005D728F" w:rsidRDefault="005D728F" w:rsidP="005D728F">
            <w:pPr>
              <w:spacing w:after="0" w:line="240" w:lineRule="auto"/>
              <w:ind w:left="426"/>
              <w:rPr>
                <w:rFonts w:ascii="Corbel" w:hAnsi="Corbel"/>
                <w:sz w:val="24"/>
                <w:szCs w:val="24"/>
              </w:rPr>
            </w:pPr>
            <w:r w:rsidRPr="005D728F">
              <w:rPr>
                <w:rFonts w:ascii="Corbel" w:hAnsi="Corbel"/>
                <w:sz w:val="24"/>
                <w:szCs w:val="24"/>
              </w:rPr>
              <w:t>Ma pogłębioną wiedzę na temat procesów stosowania prawa.</w:t>
            </w:r>
          </w:p>
        </w:tc>
        <w:tc>
          <w:tcPr>
            <w:tcW w:w="1873" w:type="dxa"/>
            <w:vAlign w:val="center"/>
          </w:tcPr>
          <w:p w14:paraId="2942AD3A" w14:textId="77777777" w:rsidR="005D728F" w:rsidRPr="005D728F" w:rsidRDefault="005D728F" w:rsidP="005D728F">
            <w:pPr>
              <w:spacing w:after="0" w:line="240" w:lineRule="auto"/>
              <w:ind w:left="426"/>
              <w:rPr>
                <w:rFonts w:ascii="Corbel" w:hAnsi="Corbel"/>
                <w:b/>
                <w:sz w:val="24"/>
                <w:szCs w:val="24"/>
              </w:rPr>
            </w:pPr>
          </w:p>
          <w:p w14:paraId="7DFC4BC7" w14:textId="77777777" w:rsidR="005D728F" w:rsidRPr="005D728F" w:rsidRDefault="005D728F" w:rsidP="005D728F">
            <w:pPr>
              <w:spacing w:after="0" w:line="240" w:lineRule="auto"/>
              <w:ind w:left="426"/>
              <w:rPr>
                <w:rFonts w:ascii="Corbel" w:hAnsi="Corbel"/>
                <w:b/>
                <w:sz w:val="24"/>
                <w:szCs w:val="24"/>
              </w:rPr>
            </w:pPr>
            <w:r w:rsidRPr="005D728F">
              <w:rPr>
                <w:rFonts w:ascii="Corbel" w:hAnsi="Corbel"/>
                <w:b/>
                <w:sz w:val="24"/>
                <w:szCs w:val="24"/>
              </w:rPr>
              <w:t>K_W05</w:t>
            </w:r>
          </w:p>
          <w:p w14:paraId="52F41CF5" w14:textId="77777777" w:rsidR="005D728F" w:rsidRPr="005D728F" w:rsidRDefault="005D728F" w:rsidP="005D728F">
            <w:pPr>
              <w:spacing w:after="0" w:line="240" w:lineRule="auto"/>
              <w:ind w:left="426"/>
              <w:rPr>
                <w:rFonts w:ascii="Corbel" w:hAnsi="Corbel"/>
                <w:b/>
                <w:sz w:val="24"/>
                <w:szCs w:val="24"/>
              </w:rPr>
            </w:pPr>
          </w:p>
        </w:tc>
      </w:tr>
      <w:tr w:rsidR="005D728F" w:rsidRPr="005D728F" w14:paraId="2B263C32" w14:textId="77777777" w:rsidTr="00AD26E0">
        <w:tc>
          <w:tcPr>
            <w:tcW w:w="1701" w:type="dxa"/>
            <w:vAlign w:val="center"/>
          </w:tcPr>
          <w:p w14:paraId="193755DD" w14:textId="77777777" w:rsidR="005D728F" w:rsidRPr="005D728F" w:rsidRDefault="005D728F" w:rsidP="005D728F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</w:p>
        </w:tc>
        <w:tc>
          <w:tcPr>
            <w:tcW w:w="6096" w:type="dxa"/>
            <w:vAlign w:val="center"/>
          </w:tcPr>
          <w:p w14:paraId="7AE5BA40" w14:textId="77777777" w:rsidR="005D728F" w:rsidRPr="005D728F" w:rsidRDefault="005D728F" w:rsidP="005D728F">
            <w:pPr>
              <w:spacing w:after="0" w:line="240" w:lineRule="auto"/>
              <w:ind w:left="426"/>
              <w:rPr>
                <w:rFonts w:ascii="Corbel" w:hAnsi="Corbel"/>
                <w:sz w:val="24"/>
                <w:szCs w:val="24"/>
              </w:rPr>
            </w:pPr>
            <w:r w:rsidRPr="005D728F">
              <w:rPr>
                <w:rFonts w:ascii="Corbel" w:hAnsi="Corbel"/>
                <w:sz w:val="24"/>
                <w:szCs w:val="24"/>
              </w:rPr>
              <w:t>Zna i rozumie terminologię właściwą dla języka prawnego i prawniczego oraz zna i rozumie podstawowe pojęcia jakimi posługują się nauki społeczne;</w:t>
            </w:r>
          </w:p>
        </w:tc>
        <w:tc>
          <w:tcPr>
            <w:tcW w:w="1873" w:type="dxa"/>
            <w:vAlign w:val="center"/>
          </w:tcPr>
          <w:p w14:paraId="5A272794" w14:textId="77777777" w:rsidR="005D728F" w:rsidRPr="005D728F" w:rsidRDefault="005D728F" w:rsidP="005D728F">
            <w:pPr>
              <w:spacing w:after="0" w:line="240" w:lineRule="auto"/>
              <w:ind w:left="426"/>
              <w:rPr>
                <w:rFonts w:ascii="Corbel" w:hAnsi="Corbel"/>
                <w:b/>
                <w:sz w:val="24"/>
                <w:szCs w:val="24"/>
              </w:rPr>
            </w:pPr>
            <w:r w:rsidRPr="005D728F">
              <w:rPr>
                <w:rFonts w:ascii="Corbel" w:hAnsi="Corbel"/>
                <w:b/>
                <w:sz w:val="24"/>
                <w:szCs w:val="24"/>
              </w:rPr>
              <w:t>K_W06</w:t>
            </w:r>
          </w:p>
        </w:tc>
      </w:tr>
      <w:tr w:rsidR="005D728F" w:rsidRPr="005D728F" w14:paraId="322E8B58" w14:textId="77777777" w:rsidTr="00AD26E0">
        <w:tc>
          <w:tcPr>
            <w:tcW w:w="1701" w:type="dxa"/>
            <w:vAlign w:val="center"/>
          </w:tcPr>
          <w:p w14:paraId="74E0256C" w14:textId="77777777" w:rsidR="005D728F" w:rsidRPr="005D728F" w:rsidRDefault="005D728F" w:rsidP="005D728F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</w:p>
        </w:tc>
        <w:tc>
          <w:tcPr>
            <w:tcW w:w="6096" w:type="dxa"/>
            <w:vAlign w:val="center"/>
          </w:tcPr>
          <w:p w14:paraId="5608A994" w14:textId="77777777" w:rsidR="005D728F" w:rsidRPr="005D728F" w:rsidRDefault="005D728F" w:rsidP="005D728F">
            <w:pPr>
              <w:spacing w:after="0" w:line="240" w:lineRule="auto"/>
              <w:ind w:left="426"/>
              <w:rPr>
                <w:rFonts w:ascii="Corbel" w:hAnsi="Corbel"/>
                <w:sz w:val="24"/>
                <w:szCs w:val="24"/>
              </w:rPr>
            </w:pPr>
            <w:r w:rsidRPr="005D728F">
              <w:rPr>
                <w:rFonts w:ascii="Corbel" w:hAnsi="Corbel"/>
                <w:sz w:val="24"/>
                <w:szCs w:val="24"/>
              </w:rPr>
              <w:t>Ma pogłębioną wiedzę na temat zasad i norm etycznych oraz etyki zawodowej;</w:t>
            </w:r>
          </w:p>
        </w:tc>
        <w:tc>
          <w:tcPr>
            <w:tcW w:w="1873" w:type="dxa"/>
            <w:vAlign w:val="center"/>
          </w:tcPr>
          <w:p w14:paraId="255E6AA9" w14:textId="77777777" w:rsidR="005D728F" w:rsidRPr="005D728F" w:rsidRDefault="005D728F" w:rsidP="005D728F">
            <w:pPr>
              <w:spacing w:after="0" w:line="240" w:lineRule="auto"/>
              <w:ind w:left="426"/>
              <w:rPr>
                <w:rFonts w:ascii="Corbel" w:hAnsi="Corbel"/>
                <w:b/>
                <w:sz w:val="24"/>
                <w:szCs w:val="24"/>
              </w:rPr>
            </w:pPr>
            <w:r w:rsidRPr="005D728F">
              <w:rPr>
                <w:rFonts w:ascii="Corbel" w:hAnsi="Corbel"/>
                <w:b/>
                <w:sz w:val="24"/>
                <w:szCs w:val="24"/>
              </w:rPr>
              <w:t>K_W09</w:t>
            </w:r>
          </w:p>
        </w:tc>
      </w:tr>
      <w:tr w:rsidR="005D728F" w:rsidRPr="005D728F" w14:paraId="1F7F88F0" w14:textId="77777777" w:rsidTr="00AD26E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4806B" w14:textId="77777777" w:rsidR="005D728F" w:rsidRPr="005D728F" w:rsidRDefault="005D728F" w:rsidP="005D728F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F4D5B" w14:textId="77777777" w:rsidR="005D728F" w:rsidRPr="005D728F" w:rsidRDefault="005D728F" w:rsidP="005D728F">
            <w:pPr>
              <w:spacing w:after="0" w:line="240" w:lineRule="auto"/>
              <w:ind w:left="426"/>
              <w:rPr>
                <w:rFonts w:ascii="Corbel" w:hAnsi="Corbel"/>
                <w:sz w:val="24"/>
                <w:szCs w:val="24"/>
              </w:rPr>
            </w:pPr>
            <w:r w:rsidRPr="005D728F">
              <w:rPr>
                <w:rFonts w:ascii="Corbel" w:hAnsi="Corbel"/>
                <w:sz w:val="24"/>
                <w:szCs w:val="24"/>
              </w:rPr>
              <w:t>Potrafi prawidłowo interpretować i wyjaśniać znaczenie norm i stosunków prawnych;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776A5" w14:textId="77777777" w:rsidR="005D728F" w:rsidRPr="005D728F" w:rsidRDefault="005D728F" w:rsidP="005D728F">
            <w:pPr>
              <w:spacing w:after="0" w:line="240" w:lineRule="auto"/>
              <w:ind w:left="426"/>
              <w:rPr>
                <w:rFonts w:ascii="Corbel" w:hAnsi="Corbel"/>
                <w:b/>
                <w:sz w:val="24"/>
                <w:szCs w:val="24"/>
              </w:rPr>
            </w:pPr>
            <w:r w:rsidRPr="005D728F">
              <w:rPr>
                <w:rFonts w:ascii="Corbel" w:hAnsi="Corbel"/>
                <w:b/>
                <w:sz w:val="24"/>
                <w:szCs w:val="24"/>
              </w:rPr>
              <w:t>K_U01</w:t>
            </w:r>
          </w:p>
        </w:tc>
      </w:tr>
      <w:tr w:rsidR="005D728F" w:rsidRPr="005D728F" w14:paraId="7B515FBD" w14:textId="77777777" w:rsidTr="00AD26E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50F5D" w14:textId="77777777" w:rsidR="005D728F" w:rsidRPr="005D728F" w:rsidRDefault="005D728F" w:rsidP="005D728F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1B5B20" w14:textId="77777777" w:rsidR="005D728F" w:rsidRPr="005D728F" w:rsidRDefault="005D728F" w:rsidP="005D728F">
            <w:pPr>
              <w:spacing w:after="0" w:line="240" w:lineRule="auto"/>
              <w:ind w:left="426"/>
              <w:rPr>
                <w:rFonts w:ascii="Corbel" w:hAnsi="Corbel"/>
                <w:sz w:val="24"/>
                <w:szCs w:val="24"/>
              </w:rPr>
            </w:pPr>
            <w:r w:rsidRPr="005D728F">
              <w:rPr>
                <w:rFonts w:ascii="Corbel" w:hAnsi="Corbel"/>
                <w:sz w:val="24"/>
                <w:szCs w:val="24"/>
              </w:rPr>
              <w:t>Sprawnie  posługuje  się  normami,  regułami  oraz  instytucjami prawnymi  obowiązującymi  w  polskim  systemie  prawa;  w zależności  od  dokonanego  samodzielnie  wyboru  posiada rozszerzone umiejętności rozwiązywania konkretnych problemów prawnych w zakresie wybranych gałęzi prawa;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838350" w14:textId="77777777" w:rsidR="005D728F" w:rsidRPr="005D728F" w:rsidRDefault="005D728F" w:rsidP="005D728F">
            <w:pPr>
              <w:spacing w:after="0" w:line="240" w:lineRule="auto"/>
              <w:ind w:left="426"/>
              <w:rPr>
                <w:rFonts w:ascii="Corbel" w:hAnsi="Corbel"/>
                <w:b/>
                <w:sz w:val="24"/>
                <w:szCs w:val="24"/>
              </w:rPr>
            </w:pPr>
            <w:r w:rsidRPr="005D728F">
              <w:rPr>
                <w:rFonts w:ascii="Corbel" w:hAnsi="Corbel"/>
                <w:b/>
                <w:sz w:val="24"/>
                <w:szCs w:val="24"/>
              </w:rPr>
              <w:t>K_U05</w:t>
            </w:r>
          </w:p>
        </w:tc>
      </w:tr>
      <w:tr w:rsidR="005D728F" w:rsidRPr="005D728F" w14:paraId="72F1424E" w14:textId="77777777" w:rsidTr="00AD26E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2C107" w14:textId="77777777" w:rsidR="005D728F" w:rsidRPr="005D728F" w:rsidRDefault="005D728F" w:rsidP="005D728F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434FC" w14:textId="77777777" w:rsidR="005D728F" w:rsidRPr="005D728F" w:rsidRDefault="005D728F" w:rsidP="005D728F">
            <w:pPr>
              <w:spacing w:after="0" w:line="240" w:lineRule="auto"/>
              <w:ind w:left="426"/>
              <w:rPr>
                <w:rFonts w:ascii="Corbel" w:hAnsi="Corbel"/>
                <w:sz w:val="24"/>
                <w:szCs w:val="24"/>
              </w:rPr>
            </w:pPr>
            <w:r w:rsidRPr="005D728F">
              <w:rPr>
                <w:rFonts w:ascii="Corbel" w:hAnsi="Corbel"/>
                <w:sz w:val="24"/>
                <w:szCs w:val="24"/>
              </w:rPr>
              <w:t>Potrafi sprawnie posługiwać się tekstami aktów normatywnych i interpretować je z wykorzystaniem języka prawniczego;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B182BC" w14:textId="77777777" w:rsidR="005D728F" w:rsidRPr="005D728F" w:rsidRDefault="005D728F" w:rsidP="005D728F">
            <w:pPr>
              <w:spacing w:after="0" w:line="240" w:lineRule="auto"/>
              <w:ind w:left="426"/>
              <w:rPr>
                <w:rFonts w:ascii="Corbel" w:hAnsi="Corbel"/>
                <w:b/>
                <w:sz w:val="24"/>
                <w:szCs w:val="24"/>
              </w:rPr>
            </w:pPr>
            <w:r w:rsidRPr="005D728F">
              <w:rPr>
                <w:rFonts w:ascii="Corbel" w:hAnsi="Corbel"/>
                <w:b/>
                <w:sz w:val="24"/>
                <w:szCs w:val="24"/>
              </w:rPr>
              <w:t>K_U08</w:t>
            </w:r>
          </w:p>
        </w:tc>
      </w:tr>
      <w:tr w:rsidR="005D728F" w:rsidRPr="005D728F" w14:paraId="2379EDF9" w14:textId="77777777" w:rsidTr="00AD26E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9ACA3" w14:textId="77777777" w:rsidR="005D728F" w:rsidRPr="005D728F" w:rsidRDefault="005D728F" w:rsidP="005D728F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0BE42" w14:textId="77777777" w:rsidR="005D728F" w:rsidRPr="005D728F" w:rsidRDefault="005D728F" w:rsidP="005D728F">
            <w:pPr>
              <w:spacing w:after="0" w:line="240" w:lineRule="auto"/>
              <w:ind w:left="426"/>
              <w:rPr>
                <w:rFonts w:ascii="Corbel" w:hAnsi="Corbel"/>
                <w:sz w:val="24"/>
                <w:szCs w:val="24"/>
              </w:rPr>
            </w:pPr>
            <w:r w:rsidRPr="005D728F">
              <w:rPr>
                <w:rFonts w:ascii="Corbel" w:hAnsi="Corbel"/>
                <w:sz w:val="24"/>
                <w:szCs w:val="24"/>
              </w:rPr>
              <w:t xml:space="preserve">Wykorzystując  posiadaną  wiedzę  teoretyczną  i  umiejętność samodzielnego  proponowania  rozwiązań  posiada  umiejętność sporządzania podstawowych dokumentów oraz pism procesowych </w:t>
            </w:r>
          </w:p>
          <w:p w14:paraId="6F7FCA08" w14:textId="77777777" w:rsidR="005D728F" w:rsidRPr="005D728F" w:rsidRDefault="005D728F" w:rsidP="005D728F">
            <w:pPr>
              <w:spacing w:after="0" w:line="240" w:lineRule="auto"/>
              <w:ind w:left="426"/>
              <w:rPr>
                <w:rFonts w:ascii="Corbel" w:hAnsi="Corbel"/>
                <w:sz w:val="24"/>
                <w:szCs w:val="24"/>
              </w:rPr>
            </w:pPr>
            <w:r w:rsidRPr="005D728F">
              <w:rPr>
                <w:rFonts w:ascii="Corbel" w:hAnsi="Corbel"/>
                <w:sz w:val="24"/>
                <w:szCs w:val="24"/>
              </w:rPr>
              <w:t>oraz  w  zależności  od  dokonanego  samodzielnie  wyboru  posiada rozszerzone  umiejętności  w  tym  zakresie  w  odniesieniu  do wybranych gałęzi prawa;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68FDE" w14:textId="77777777" w:rsidR="005D728F" w:rsidRPr="005D728F" w:rsidRDefault="005D728F" w:rsidP="005D728F">
            <w:pPr>
              <w:spacing w:after="0" w:line="240" w:lineRule="auto"/>
              <w:ind w:left="426"/>
              <w:rPr>
                <w:rFonts w:ascii="Corbel" w:hAnsi="Corbel"/>
                <w:b/>
                <w:sz w:val="24"/>
                <w:szCs w:val="24"/>
              </w:rPr>
            </w:pPr>
            <w:r w:rsidRPr="005D728F">
              <w:rPr>
                <w:rFonts w:ascii="Corbel" w:hAnsi="Corbel"/>
                <w:b/>
                <w:sz w:val="24"/>
                <w:szCs w:val="24"/>
              </w:rPr>
              <w:t>K_U09</w:t>
            </w:r>
          </w:p>
        </w:tc>
      </w:tr>
      <w:tr w:rsidR="005D728F" w:rsidRPr="005D728F" w14:paraId="14571BD9" w14:textId="77777777" w:rsidTr="00AD26E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B3763" w14:textId="77777777" w:rsidR="005D728F" w:rsidRPr="005D728F" w:rsidRDefault="005D728F" w:rsidP="005D728F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880D9" w14:textId="77777777" w:rsidR="005D728F" w:rsidRPr="005D728F" w:rsidRDefault="005D728F" w:rsidP="005D728F">
            <w:pPr>
              <w:spacing w:after="0" w:line="240" w:lineRule="auto"/>
              <w:ind w:left="426"/>
              <w:rPr>
                <w:rFonts w:ascii="Corbel" w:hAnsi="Corbel"/>
                <w:sz w:val="24"/>
                <w:szCs w:val="24"/>
              </w:rPr>
            </w:pPr>
            <w:r w:rsidRPr="005D728F">
              <w:rPr>
                <w:rFonts w:ascii="Corbel" w:hAnsi="Corbel"/>
                <w:sz w:val="24"/>
                <w:szCs w:val="24"/>
              </w:rPr>
              <w:t>Posiada umiejętność wykorzystania zdobytej wiedzy teoretycznej oraz  doboru  właściwej  metody  dla  rozwiązania  określonego problemu prawnego;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3BAEF" w14:textId="77777777" w:rsidR="005D728F" w:rsidRPr="005D728F" w:rsidRDefault="005D728F" w:rsidP="005D728F">
            <w:pPr>
              <w:spacing w:after="0" w:line="240" w:lineRule="auto"/>
              <w:ind w:left="426"/>
              <w:rPr>
                <w:rFonts w:ascii="Corbel" w:hAnsi="Corbel"/>
                <w:b/>
                <w:sz w:val="24"/>
                <w:szCs w:val="24"/>
              </w:rPr>
            </w:pPr>
            <w:r w:rsidRPr="005D728F">
              <w:rPr>
                <w:rFonts w:ascii="Corbel" w:hAnsi="Corbel"/>
                <w:b/>
                <w:sz w:val="24"/>
                <w:szCs w:val="24"/>
              </w:rPr>
              <w:t>K_U16</w:t>
            </w:r>
          </w:p>
        </w:tc>
      </w:tr>
      <w:tr w:rsidR="005D728F" w:rsidRPr="005D728F" w14:paraId="58079FBC" w14:textId="77777777" w:rsidTr="00AD26E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41012" w14:textId="77777777" w:rsidR="005D728F" w:rsidRPr="005D728F" w:rsidRDefault="005D728F" w:rsidP="005D728F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9843E" w14:textId="77777777" w:rsidR="005D728F" w:rsidRPr="005D728F" w:rsidRDefault="005D728F" w:rsidP="005D728F">
            <w:pPr>
              <w:spacing w:after="0" w:line="240" w:lineRule="auto"/>
              <w:ind w:left="426"/>
              <w:rPr>
                <w:rFonts w:ascii="Corbel" w:hAnsi="Corbel"/>
                <w:sz w:val="24"/>
                <w:szCs w:val="24"/>
              </w:rPr>
            </w:pPr>
            <w:r w:rsidRPr="005D728F">
              <w:rPr>
                <w:rFonts w:ascii="Corbel" w:hAnsi="Corbel"/>
                <w:sz w:val="24"/>
                <w:szCs w:val="24"/>
              </w:rPr>
              <w:t>Jest  przygotowany  do  współdziałania  i  pracy  w  zorganizowanej grupie, kierowania ich pracą oraz do przyjmowania w niej różnych ról;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3022F" w14:textId="77777777" w:rsidR="005D728F" w:rsidRPr="005D728F" w:rsidRDefault="005D728F" w:rsidP="005D728F">
            <w:pPr>
              <w:spacing w:after="0" w:line="240" w:lineRule="auto"/>
              <w:ind w:left="426"/>
              <w:rPr>
                <w:rFonts w:ascii="Corbel" w:hAnsi="Corbel"/>
                <w:b/>
                <w:sz w:val="24"/>
                <w:szCs w:val="24"/>
              </w:rPr>
            </w:pPr>
            <w:r w:rsidRPr="005D728F">
              <w:rPr>
                <w:rFonts w:ascii="Corbel" w:hAnsi="Corbel"/>
                <w:b/>
                <w:sz w:val="24"/>
                <w:szCs w:val="24"/>
              </w:rPr>
              <w:t>K_K02</w:t>
            </w:r>
          </w:p>
        </w:tc>
      </w:tr>
      <w:tr w:rsidR="005D728F" w:rsidRPr="005D728F" w14:paraId="1AA672E0" w14:textId="77777777" w:rsidTr="00AD26E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87E742" w14:textId="77777777" w:rsidR="005D728F" w:rsidRPr="005D728F" w:rsidRDefault="005D728F" w:rsidP="005D728F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FA165" w14:textId="77777777" w:rsidR="005D728F" w:rsidRPr="005D728F" w:rsidRDefault="005D728F" w:rsidP="005D728F">
            <w:pPr>
              <w:spacing w:after="0" w:line="240" w:lineRule="auto"/>
              <w:ind w:left="426"/>
              <w:rPr>
                <w:rFonts w:ascii="Corbel" w:hAnsi="Corbel"/>
                <w:sz w:val="24"/>
                <w:szCs w:val="24"/>
              </w:rPr>
            </w:pPr>
            <w:r w:rsidRPr="005D728F">
              <w:rPr>
                <w:rFonts w:ascii="Corbel" w:hAnsi="Corbel"/>
                <w:sz w:val="24"/>
                <w:szCs w:val="24"/>
              </w:rPr>
              <w:t xml:space="preserve">Ma świadomość społecznego znaczenia zawodu prawnika; 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9F9867" w14:textId="77777777" w:rsidR="005D728F" w:rsidRPr="005D728F" w:rsidRDefault="005D728F" w:rsidP="005D728F">
            <w:pPr>
              <w:spacing w:after="0" w:line="240" w:lineRule="auto"/>
              <w:ind w:left="426"/>
              <w:rPr>
                <w:rFonts w:ascii="Corbel" w:hAnsi="Corbel"/>
                <w:b/>
                <w:sz w:val="24"/>
                <w:szCs w:val="24"/>
              </w:rPr>
            </w:pPr>
            <w:r w:rsidRPr="005D728F">
              <w:rPr>
                <w:rFonts w:ascii="Corbel" w:hAnsi="Corbel"/>
                <w:b/>
                <w:sz w:val="24"/>
                <w:szCs w:val="24"/>
              </w:rPr>
              <w:t>K_K04</w:t>
            </w:r>
          </w:p>
        </w:tc>
      </w:tr>
      <w:tr w:rsidR="005D728F" w:rsidRPr="005D728F" w14:paraId="60E6BC9A" w14:textId="77777777" w:rsidTr="00AD26E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1AB7A" w14:textId="77777777" w:rsidR="005D728F" w:rsidRPr="005D728F" w:rsidRDefault="005D728F" w:rsidP="005D728F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C58B0" w14:textId="77777777" w:rsidR="005D728F" w:rsidRPr="005D728F" w:rsidRDefault="005D728F" w:rsidP="005D728F">
            <w:pPr>
              <w:spacing w:after="0" w:line="240" w:lineRule="auto"/>
              <w:ind w:left="426"/>
              <w:rPr>
                <w:rFonts w:ascii="Corbel" w:hAnsi="Corbel"/>
                <w:sz w:val="24"/>
                <w:szCs w:val="24"/>
              </w:rPr>
            </w:pPr>
            <w:r w:rsidRPr="005D728F">
              <w:rPr>
                <w:rFonts w:ascii="Corbel" w:hAnsi="Corbel"/>
                <w:sz w:val="24"/>
                <w:szCs w:val="24"/>
              </w:rPr>
              <w:t>Rozumie konieczność  stosowania  etycznych  zasad  w  życiu zawodowym prawnika;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32B09" w14:textId="77777777" w:rsidR="005D728F" w:rsidRPr="005D728F" w:rsidRDefault="005D728F" w:rsidP="005D728F">
            <w:pPr>
              <w:spacing w:after="0" w:line="240" w:lineRule="auto"/>
              <w:ind w:left="426"/>
              <w:rPr>
                <w:rFonts w:ascii="Corbel" w:hAnsi="Corbel"/>
                <w:b/>
                <w:sz w:val="24"/>
                <w:szCs w:val="24"/>
              </w:rPr>
            </w:pPr>
            <w:r w:rsidRPr="005D728F">
              <w:rPr>
                <w:rFonts w:ascii="Corbel" w:hAnsi="Corbel"/>
                <w:b/>
                <w:sz w:val="24"/>
                <w:szCs w:val="24"/>
              </w:rPr>
              <w:t>K_K05</w:t>
            </w:r>
          </w:p>
        </w:tc>
      </w:tr>
    </w:tbl>
    <w:p w14:paraId="0EDE52F7" w14:textId="77777777" w:rsidR="005D728F" w:rsidRPr="005D728F" w:rsidRDefault="005D728F" w:rsidP="005D728F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p w14:paraId="02217A3E" w14:textId="77777777" w:rsidR="005D728F" w:rsidRPr="005D728F" w:rsidRDefault="005D728F" w:rsidP="005D728F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p w14:paraId="38992356" w14:textId="77777777" w:rsidR="005D728F" w:rsidRPr="00B169DF" w:rsidRDefault="005D728F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p w14:paraId="1B820D6F" w14:textId="77777777" w:rsidR="001D7B54" w:rsidRPr="00B169DF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88AA2E4" w14:textId="77777777" w:rsidR="0085747A" w:rsidRPr="00B169DF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>3.3</w:t>
      </w:r>
      <w:r w:rsidR="001D7B54" w:rsidRPr="00B169DF">
        <w:rPr>
          <w:rFonts w:ascii="Corbel" w:hAnsi="Corbel"/>
          <w:b/>
          <w:sz w:val="24"/>
          <w:szCs w:val="24"/>
        </w:rPr>
        <w:t xml:space="preserve"> </w:t>
      </w:r>
      <w:r w:rsidR="0085747A" w:rsidRPr="00B169DF">
        <w:rPr>
          <w:rFonts w:ascii="Corbel" w:hAnsi="Corbel"/>
          <w:b/>
          <w:sz w:val="24"/>
          <w:szCs w:val="24"/>
        </w:rPr>
        <w:t>T</w:t>
      </w:r>
      <w:r w:rsidR="001D7B54" w:rsidRPr="00B169DF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B169DF">
        <w:rPr>
          <w:rFonts w:ascii="Corbel" w:hAnsi="Corbel"/>
          <w:sz w:val="24"/>
          <w:szCs w:val="24"/>
        </w:rPr>
        <w:t xml:space="preserve">  </w:t>
      </w:r>
    </w:p>
    <w:p w14:paraId="0997DBF9" w14:textId="77777777" w:rsidR="0085747A" w:rsidRPr="00B169DF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Problematyka wykładu </w:t>
      </w:r>
    </w:p>
    <w:p w14:paraId="21DE9C73" w14:textId="77777777" w:rsidR="00675843" w:rsidRPr="00B169DF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404FE5A4" w14:textId="77777777" w:rsidTr="00923D7D">
        <w:tc>
          <w:tcPr>
            <w:tcW w:w="9639" w:type="dxa"/>
          </w:tcPr>
          <w:p w14:paraId="7424BC12" w14:textId="77777777" w:rsidR="0085747A" w:rsidRPr="00B169DF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B169DF" w14:paraId="5B5344AE" w14:textId="77777777" w:rsidTr="00923D7D">
        <w:tc>
          <w:tcPr>
            <w:tcW w:w="9639" w:type="dxa"/>
          </w:tcPr>
          <w:p w14:paraId="54299C05" w14:textId="77777777" w:rsidR="0085747A" w:rsidRPr="00B169DF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B169DF" w14:paraId="2B67E534" w14:textId="77777777" w:rsidTr="00923D7D">
        <w:tc>
          <w:tcPr>
            <w:tcW w:w="9639" w:type="dxa"/>
          </w:tcPr>
          <w:p w14:paraId="247EB163" w14:textId="77777777" w:rsidR="0085747A" w:rsidRPr="00B169DF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B169DF" w14:paraId="232BD50F" w14:textId="77777777" w:rsidTr="00923D7D">
        <w:tc>
          <w:tcPr>
            <w:tcW w:w="9639" w:type="dxa"/>
          </w:tcPr>
          <w:p w14:paraId="4BD0C53F" w14:textId="77777777" w:rsidR="0085747A" w:rsidRPr="00B169DF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63996BC0" w14:textId="77777777" w:rsidR="0085747A" w:rsidRPr="00B169D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FC793A6" w14:textId="77777777" w:rsidR="0085747A" w:rsidRPr="00B169DF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Problematyka ćwiczeń, konwersator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Pr="00B169DF">
        <w:rPr>
          <w:rFonts w:ascii="Corbel" w:hAnsi="Corbel"/>
          <w:sz w:val="24"/>
          <w:szCs w:val="24"/>
        </w:rPr>
        <w:t>, laborator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="009F4610" w:rsidRPr="00B169DF">
        <w:rPr>
          <w:rFonts w:ascii="Corbel" w:hAnsi="Corbel"/>
          <w:sz w:val="24"/>
          <w:szCs w:val="24"/>
        </w:rPr>
        <w:t xml:space="preserve">, </w:t>
      </w:r>
      <w:r w:rsidRPr="00B169DF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5D728F" w:rsidRPr="005D728F" w14:paraId="1D787DE5" w14:textId="77777777" w:rsidTr="00AD26E0">
        <w:tc>
          <w:tcPr>
            <w:tcW w:w="9639" w:type="dxa"/>
          </w:tcPr>
          <w:p w14:paraId="3CD39E9B" w14:textId="77777777" w:rsidR="005D728F" w:rsidRPr="005D728F" w:rsidRDefault="005D728F" w:rsidP="005D728F">
            <w:pPr>
              <w:pStyle w:val="Akapitzlist"/>
              <w:rPr>
                <w:rFonts w:ascii="Corbel" w:hAnsi="Corbel"/>
                <w:sz w:val="24"/>
                <w:szCs w:val="24"/>
              </w:rPr>
            </w:pPr>
            <w:r w:rsidRPr="005D728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D728F" w:rsidRPr="005D728F" w14:paraId="67A905F2" w14:textId="77777777" w:rsidTr="00AD26E0">
        <w:tc>
          <w:tcPr>
            <w:tcW w:w="9639" w:type="dxa"/>
          </w:tcPr>
          <w:p w14:paraId="32828F03" w14:textId="77777777" w:rsidR="005D728F" w:rsidRPr="005D728F" w:rsidRDefault="005D728F" w:rsidP="005D728F">
            <w:pPr>
              <w:pStyle w:val="Akapitzlist"/>
              <w:numPr>
                <w:ilvl w:val="0"/>
                <w:numId w:val="3"/>
              </w:numPr>
              <w:rPr>
                <w:rFonts w:ascii="Corbel" w:hAnsi="Corbel"/>
                <w:iCs/>
                <w:sz w:val="24"/>
                <w:szCs w:val="24"/>
              </w:rPr>
            </w:pPr>
            <w:r w:rsidRPr="005D728F">
              <w:rPr>
                <w:rFonts w:ascii="Corbel" w:hAnsi="Corbel"/>
                <w:iCs/>
                <w:sz w:val="24"/>
                <w:szCs w:val="24"/>
              </w:rPr>
              <w:t>Aplikacja radcowska – cel, wymagania wstępne, egzamin wstępny – 4 godz.</w:t>
            </w:r>
          </w:p>
          <w:p w14:paraId="55B5313E" w14:textId="77777777" w:rsidR="005D728F" w:rsidRPr="005D728F" w:rsidRDefault="005D728F" w:rsidP="005D728F">
            <w:pPr>
              <w:pStyle w:val="Akapitzlist"/>
              <w:numPr>
                <w:ilvl w:val="0"/>
                <w:numId w:val="3"/>
              </w:numPr>
              <w:rPr>
                <w:rFonts w:ascii="Corbel" w:hAnsi="Corbel"/>
                <w:iCs/>
                <w:sz w:val="24"/>
                <w:szCs w:val="24"/>
              </w:rPr>
            </w:pPr>
            <w:r w:rsidRPr="005D728F">
              <w:rPr>
                <w:rFonts w:ascii="Corbel" w:hAnsi="Corbel"/>
                <w:iCs/>
                <w:sz w:val="24"/>
                <w:szCs w:val="24"/>
              </w:rPr>
              <w:t>Aplikacja radcowska- uprawnienia i obowiązki aplikanta – 4 godz.</w:t>
            </w:r>
          </w:p>
          <w:p w14:paraId="232EF87C" w14:textId="77777777" w:rsidR="005D728F" w:rsidRPr="005D728F" w:rsidRDefault="005D728F" w:rsidP="005D728F">
            <w:pPr>
              <w:pStyle w:val="Akapitzlist"/>
              <w:numPr>
                <w:ilvl w:val="0"/>
                <w:numId w:val="3"/>
              </w:numPr>
              <w:rPr>
                <w:rFonts w:ascii="Corbel" w:hAnsi="Corbel"/>
                <w:iCs/>
                <w:sz w:val="24"/>
                <w:szCs w:val="24"/>
              </w:rPr>
            </w:pPr>
            <w:r w:rsidRPr="005D728F">
              <w:rPr>
                <w:rFonts w:ascii="Corbel" w:hAnsi="Corbel"/>
                <w:iCs/>
                <w:sz w:val="24"/>
                <w:szCs w:val="24"/>
              </w:rPr>
              <w:t>Aplikacja radcowska – przebieg aplikacji i egzamin końcowy – 4 godz.</w:t>
            </w:r>
          </w:p>
          <w:p w14:paraId="5BFF622B" w14:textId="77777777" w:rsidR="005D728F" w:rsidRPr="005D728F" w:rsidRDefault="005D728F" w:rsidP="005D728F">
            <w:pPr>
              <w:pStyle w:val="Akapitzlist"/>
              <w:numPr>
                <w:ilvl w:val="0"/>
                <w:numId w:val="3"/>
              </w:numPr>
              <w:rPr>
                <w:rFonts w:ascii="Corbel" w:hAnsi="Corbel"/>
                <w:iCs/>
                <w:sz w:val="24"/>
                <w:szCs w:val="24"/>
              </w:rPr>
            </w:pPr>
            <w:r w:rsidRPr="005D728F">
              <w:rPr>
                <w:rFonts w:ascii="Corbel" w:hAnsi="Corbel"/>
                <w:iCs/>
                <w:sz w:val="24"/>
                <w:szCs w:val="24"/>
              </w:rPr>
              <w:t>Radca prawny – zasady wykonywania zawodu – 1 godz.</w:t>
            </w:r>
          </w:p>
          <w:p w14:paraId="6F660381" w14:textId="77777777" w:rsidR="005D728F" w:rsidRPr="005D728F" w:rsidRDefault="005D728F" w:rsidP="005D728F">
            <w:pPr>
              <w:pStyle w:val="Akapitzlist"/>
              <w:numPr>
                <w:ilvl w:val="0"/>
                <w:numId w:val="3"/>
              </w:numPr>
              <w:rPr>
                <w:rFonts w:ascii="Corbel" w:hAnsi="Corbel"/>
                <w:iCs/>
                <w:sz w:val="24"/>
                <w:szCs w:val="24"/>
              </w:rPr>
            </w:pPr>
            <w:r w:rsidRPr="005D728F">
              <w:rPr>
                <w:rFonts w:ascii="Corbel" w:hAnsi="Corbel"/>
                <w:iCs/>
                <w:sz w:val="24"/>
                <w:szCs w:val="24"/>
              </w:rPr>
              <w:t>Etyka radcowska, odpowiedzialność radcy prawnego – 12 godz.</w:t>
            </w:r>
          </w:p>
          <w:p w14:paraId="37A15DAE" w14:textId="77777777" w:rsidR="005D728F" w:rsidRPr="005D728F" w:rsidRDefault="005D728F" w:rsidP="005D728F">
            <w:pPr>
              <w:pStyle w:val="Akapitzlist"/>
              <w:numPr>
                <w:ilvl w:val="0"/>
                <w:numId w:val="3"/>
              </w:numPr>
              <w:rPr>
                <w:rFonts w:ascii="Corbel" w:hAnsi="Corbel"/>
                <w:iCs/>
                <w:sz w:val="24"/>
                <w:szCs w:val="24"/>
              </w:rPr>
            </w:pPr>
            <w:r w:rsidRPr="005D728F">
              <w:rPr>
                <w:rFonts w:ascii="Corbel" w:hAnsi="Corbel"/>
                <w:iCs/>
                <w:sz w:val="24"/>
                <w:szCs w:val="24"/>
              </w:rPr>
              <w:t>Samorząd zawodowy radców prawnych – 1 godz.</w:t>
            </w:r>
          </w:p>
          <w:p w14:paraId="4493B2C1" w14:textId="77777777" w:rsidR="005D728F" w:rsidRPr="005D728F" w:rsidRDefault="005D728F" w:rsidP="005D728F">
            <w:pPr>
              <w:pStyle w:val="Akapitzlist"/>
              <w:numPr>
                <w:ilvl w:val="0"/>
                <w:numId w:val="3"/>
              </w:numPr>
              <w:rPr>
                <w:rFonts w:ascii="Corbel" w:hAnsi="Corbel"/>
                <w:iCs/>
                <w:sz w:val="24"/>
                <w:szCs w:val="24"/>
              </w:rPr>
            </w:pPr>
            <w:r w:rsidRPr="005D728F">
              <w:rPr>
                <w:rFonts w:ascii="Corbel" w:hAnsi="Corbel"/>
                <w:iCs/>
                <w:sz w:val="24"/>
                <w:szCs w:val="24"/>
              </w:rPr>
              <w:t>Praca radcy prawnego – aspekty praktyczne - 4 godz.</w:t>
            </w:r>
          </w:p>
          <w:p w14:paraId="713D6815" w14:textId="77777777" w:rsidR="005D728F" w:rsidRPr="005D728F" w:rsidRDefault="005D728F" w:rsidP="005D728F">
            <w:pPr>
              <w:pStyle w:val="Akapitzlist"/>
              <w:rPr>
                <w:rFonts w:ascii="Corbel" w:hAnsi="Corbel"/>
                <w:b/>
                <w:iCs/>
                <w:sz w:val="24"/>
                <w:szCs w:val="24"/>
              </w:rPr>
            </w:pPr>
          </w:p>
          <w:p w14:paraId="5BCEE2E4" w14:textId="77777777" w:rsidR="005D728F" w:rsidRPr="005D728F" w:rsidRDefault="005D728F" w:rsidP="005D728F">
            <w:pPr>
              <w:pStyle w:val="Akapitzlist"/>
              <w:rPr>
                <w:rFonts w:ascii="Corbel" w:hAnsi="Corbel"/>
                <w:sz w:val="24"/>
                <w:szCs w:val="24"/>
              </w:rPr>
            </w:pPr>
          </w:p>
          <w:p w14:paraId="2AE32902" w14:textId="77777777" w:rsidR="005D728F" w:rsidRPr="005D728F" w:rsidRDefault="005D728F" w:rsidP="005D728F">
            <w:pPr>
              <w:pStyle w:val="Akapitzlist"/>
              <w:rPr>
                <w:rFonts w:ascii="Corbel" w:hAnsi="Corbel"/>
                <w:sz w:val="24"/>
                <w:szCs w:val="24"/>
              </w:rPr>
            </w:pPr>
            <w:r w:rsidRPr="005D728F">
              <w:rPr>
                <w:rFonts w:ascii="Corbel" w:hAnsi="Corbel"/>
                <w:b/>
                <w:sz w:val="24"/>
                <w:szCs w:val="24"/>
              </w:rPr>
              <w:t xml:space="preserve">                                                                                                                         Suma: 30 godzin</w:t>
            </w:r>
          </w:p>
        </w:tc>
      </w:tr>
    </w:tbl>
    <w:p w14:paraId="7677F42F" w14:textId="77777777" w:rsidR="0085747A" w:rsidRPr="00B169DF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p w14:paraId="65D8587F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5FEABAF" w14:textId="77777777" w:rsidR="00B61147" w:rsidRDefault="009F4610" w:rsidP="00B6114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3.4 Metody dydaktyczne</w:t>
      </w:r>
      <w:r w:rsidRPr="00B169DF">
        <w:rPr>
          <w:rFonts w:ascii="Corbel" w:hAnsi="Corbel"/>
          <w:b w:val="0"/>
          <w:smallCaps w:val="0"/>
          <w:szCs w:val="24"/>
        </w:rPr>
        <w:t xml:space="preserve"> </w:t>
      </w:r>
    </w:p>
    <w:p w14:paraId="21823322" w14:textId="77777777" w:rsidR="00B61147" w:rsidRDefault="00B61147" w:rsidP="00B6114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65EF224B" w14:textId="77777777" w:rsidR="00B61147" w:rsidRPr="00B61147" w:rsidRDefault="00B61147" w:rsidP="00B61147">
      <w:pPr>
        <w:pStyle w:val="Punktygwne"/>
        <w:spacing w:before="0" w:after="0"/>
        <w:ind w:left="426"/>
        <w:rPr>
          <w:rFonts w:ascii="Corbel" w:eastAsia="Cambria" w:hAnsi="Corbel"/>
          <w:b w:val="0"/>
          <w:smallCaps w:val="0"/>
          <w:szCs w:val="24"/>
          <w:lang w:eastAsia="ar-SA"/>
        </w:rPr>
      </w:pPr>
      <w:r w:rsidRPr="00B61147">
        <w:rPr>
          <w:rFonts w:ascii="Corbel" w:eastAsia="Cambria" w:hAnsi="Corbel"/>
          <w:b w:val="0"/>
          <w:bCs/>
          <w:smallCaps w:val="0"/>
          <w:szCs w:val="24"/>
          <w:lang w:eastAsia="ar-SA"/>
        </w:rPr>
        <w:t>Konwersatorium:</w:t>
      </w:r>
      <w:r w:rsidRPr="00B61147">
        <w:rPr>
          <w:rFonts w:ascii="Corbel" w:eastAsia="Cambria" w:hAnsi="Corbel"/>
          <w:b w:val="0"/>
          <w:smallCaps w:val="0"/>
          <w:szCs w:val="24"/>
          <w:lang w:eastAsia="ar-SA"/>
        </w:rPr>
        <w:t xml:space="preserve">  </w:t>
      </w:r>
    </w:p>
    <w:p w14:paraId="613446C1" w14:textId="00DAD377" w:rsidR="00B61147" w:rsidRPr="00B61147" w:rsidRDefault="00B61147" w:rsidP="00B61147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61147">
        <w:rPr>
          <w:rFonts w:ascii="Corbel" w:eastAsia="Times New Roman" w:hAnsi="Corbel"/>
          <w:b w:val="0"/>
          <w:szCs w:val="24"/>
          <w:lang w:eastAsia="pl-PL"/>
        </w:rPr>
        <w:t>Analiza i interpretacja tekstów źródłowych, rozwiązywanie testów i kazusów. Studium przypadku, ćwiczenia przedmiotowe, praca w grupach, dyskusja dydaktyczna, metoda aktywizująca, rozwiązywanie problemów praktycznych.</w:t>
      </w:r>
    </w:p>
    <w:p w14:paraId="5608EB32" w14:textId="32A94A0E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F33D2BA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228032F" w14:textId="77777777" w:rsidR="0085747A" w:rsidRPr="00B169DF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 </w:t>
      </w:r>
      <w:r w:rsidR="0085747A" w:rsidRPr="00B169DF">
        <w:rPr>
          <w:rFonts w:ascii="Corbel" w:hAnsi="Corbel"/>
          <w:smallCaps w:val="0"/>
          <w:szCs w:val="24"/>
        </w:rPr>
        <w:t>METODY I KRYTERIA OCENY</w:t>
      </w:r>
      <w:r w:rsidR="009F4610" w:rsidRPr="00B169DF">
        <w:rPr>
          <w:rFonts w:ascii="Corbel" w:hAnsi="Corbel"/>
          <w:smallCaps w:val="0"/>
          <w:szCs w:val="24"/>
        </w:rPr>
        <w:t xml:space="preserve"> </w:t>
      </w:r>
    </w:p>
    <w:p w14:paraId="040F0535" w14:textId="77777777" w:rsidR="00923D7D" w:rsidRPr="00B169DF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F4781B8" w14:textId="77777777" w:rsidR="0085747A" w:rsidRPr="00B169DF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B169DF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94"/>
        <w:gridCol w:w="4838"/>
        <w:gridCol w:w="1788"/>
      </w:tblGrid>
      <w:tr w:rsidR="00B61147" w:rsidRPr="00A30BF7" w14:paraId="21678460" w14:textId="77777777" w:rsidTr="00AD26E0">
        <w:tc>
          <w:tcPr>
            <w:tcW w:w="2977" w:type="dxa"/>
            <w:vAlign w:val="center"/>
          </w:tcPr>
          <w:p w14:paraId="2C34FADC" w14:textId="77777777" w:rsidR="00B61147" w:rsidRPr="00B61147" w:rsidRDefault="00B61147" w:rsidP="00AD26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61147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4977" w:type="dxa"/>
            <w:vAlign w:val="center"/>
          </w:tcPr>
          <w:p w14:paraId="078881BF" w14:textId="77777777" w:rsidR="00B61147" w:rsidRPr="00B61147" w:rsidRDefault="00B61147" w:rsidP="00AD26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6114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14:paraId="1AE63C3A" w14:textId="77777777" w:rsidR="00B61147" w:rsidRPr="00B61147" w:rsidRDefault="00B61147" w:rsidP="00AD26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6114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1792" w:type="dxa"/>
            <w:vAlign w:val="center"/>
          </w:tcPr>
          <w:p w14:paraId="0DA14D9F" w14:textId="77777777" w:rsidR="00B61147" w:rsidRPr="00B61147" w:rsidRDefault="00B61147" w:rsidP="00AD26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61147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02B8A5B" w14:textId="77777777" w:rsidR="00B61147" w:rsidRPr="00B61147" w:rsidRDefault="00B61147" w:rsidP="00AD26E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61147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B61147" w:rsidRPr="00BA0FFF" w14:paraId="01012CDC" w14:textId="77777777" w:rsidTr="00AD26E0">
        <w:tc>
          <w:tcPr>
            <w:tcW w:w="2977" w:type="dxa"/>
            <w:vAlign w:val="center"/>
          </w:tcPr>
          <w:p w14:paraId="1B4E1D03" w14:textId="77777777" w:rsidR="00B61147" w:rsidRPr="00B61147" w:rsidRDefault="00B61147" w:rsidP="00AD26E0">
            <w:pPr>
              <w:pStyle w:val="Punktygwne"/>
              <w:spacing w:after="0"/>
              <w:jc w:val="center"/>
              <w:rPr>
                <w:rFonts w:ascii="Corbel" w:hAnsi="Corbel"/>
                <w:szCs w:val="24"/>
              </w:rPr>
            </w:pPr>
            <w:r w:rsidRPr="00B61147">
              <w:rPr>
                <w:rFonts w:ascii="Corbel" w:hAnsi="Corbel"/>
                <w:szCs w:val="24"/>
              </w:rPr>
              <w:t>EK_01 – EK_12</w:t>
            </w:r>
          </w:p>
        </w:tc>
        <w:tc>
          <w:tcPr>
            <w:tcW w:w="4977" w:type="dxa"/>
            <w:vAlign w:val="center"/>
          </w:tcPr>
          <w:p w14:paraId="1EBBBE8E" w14:textId="77777777" w:rsidR="00B61147" w:rsidRPr="00B61147" w:rsidRDefault="00B61147" w:rsidP="00AD26E0">
            <w:pPr>
              <w:pStyle w:val="Punktygwne"/>
              <w:spacing w:before="0" w:after="0"/>
              <w:jc w:val="center"/>
              <w:rPr>
                <w:rFonts w:ascii="Corbel" w:hAnsi="Corbel"/>
                <w:szCs w:val="24"/>
              </w:rPr>
            </w:pPr>
            <w:r w:rsidRPr="00B61147">
              <w:rPr>
                <w:rFonts w:ascii="Corbel" w:hAnsi="Corbel"/>
                <w:smallCaps w:val="0"/>
                <w:color w:val="000000"/>
                <w:szCs w:val="24"/>
              </w:rPr>
              <w:t>egzamin pisemny, obserwacja w trakcie zajęć</w:t>
            </w:r>
          </w:p>
        </w:tc>
        <w:tc>
          <w:tcPr>
            <w:tcW w:w="1792" w:type="dxa"/>
            <w:vAlign w:val="center"/>
          </w:tcPr>
          <w:p w14:paraId="238A057C" w14:textId="77777777" w:rsidR="00B61147" w:rsidRPr="00B61147" w:rsidRDefault="00B61147" w:rsidP="00AD26E0">
            <w:pPr>
              <w:pStyle w:val="Punktygwne"/>
              <w:spacing w:before="0" w:after="0"/>
              <w:jc w:val="center"/>
              <w:rPr>
                <w:rFonts w:ascii="Corbel" w:hAnsi="Corbel"/>
                <w:szCs w:val="24"/>
              </w:rPr>
            </w:pPr>
            <w:r w:rsidRPr="00B61147">
              <w:rPr>
                <w:rFonts w:ascii="Corbel" w:hAnsi="Corbel"/>
                <w:szCs w:val="24"/>
              </w:rPr>
              <w:t>konw.</w:t>
            </w:r>
          </w:p>
        </w:tc>
      </w:tr>
    </w:tbl>
    <w:p w14:paraId="054843EB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7C03328" w14:textId="77777777" w:rsidR="00923D7D" w:rsidRPr="00B169DF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37754A7" w14:textId="77777777" w:rsidR="0085747A" w:rsidRPr="00B169DF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4.2 </w:t>
      </w:r>
      <w:r w:rsidR="0085747A" w:rsidRPr="00B169DF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B169DF">
        <w:rPr>
          <w:rFonts w:ascii="Corbel" w:hAnsi="Corbel"/>
          <w:smallCaps w:val="0"/>
          <w:szCs w:val="24"/>
        </w:rPr>
        <w:t xml:space="preserve"> </w:t>
      </w:r>
    </w:p>
    <w:p w14:paraId="73F783AD" w14:textId="77777777" w:rsidR="00923D7D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79EB57FB" w14:textId="77777777" w:rsidTr="00923D7D">
        <w:tc>
          <w:tcPr>
            <w:tcW w:w="9670" w:type="dxa"/>
          </w:tcPr>
          <w:p w14:paraId="79836B18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A18B547" w14:textId="77777777" w:rsidR="00B61147" w:rsidRDefault="00B61147" w:rsidP="00B61147">
            <w:pPr>
              <w:spacing w:after="0" w:line="240" w:lineRule="auto"/>
              <w:jc w:val="both"/>
              <w:rPr>
                <w:rFonts w:ascii="Times New Roman" w:eastAsia="Cambria" w:hAnsi="Times New Roman"/>
                <w:b/>
                <w:sz w:val="24"/>
                <w:szCs w:val="24"/>
              </w:rPr>
            </w:pPr>
            <w:r w:rsidRPr="00300543">
              <w:rPr>
                <w:rFonts w:ascii="Times New Roman" w:eastAsia="Cambria" w:hAnsi="Times New Roman"/>
                <w:b/>
                <w:sz w:val="24"/>
                <w:szCs w:val="24"/>
              </w:rPr>
              <w:t>KONW.</w:t>
            </w:r>
          </w:p>
          <w:p w14:paraId="20EF6B37" w14:textId="77777777" w:rsidR="00B61147" w:rsidRPr="001F48EF" w:rsidRDefault="00B61147" w:rsidP="00B61147">
            <w:pPr>
              <w:spacing w:after="0" w:line="240" w:lineRule="auto"/>
              <w:jc w:val="both"/>
              <w:rPr>
                <w:rFonts w:ascii="Times New Roman" w:eastAsia="Cambria" w:hAnsi="Times New Roman"/>
                <w:sz w:val="24"/>
                <w:szCs w:val="24"/>
              </w:rPr>
            </w:pPr>
            <w:r w:rsidRPr="001F48EF">
              <w:rPr>
                <w:rFonts w:ascii="Times New Roman" w:eastAsia="Cambria" w:hAnsi="Times New Roman"/>
                <w:sz w:val="24"/>
                <w:szCs w:val="24"/>
              </w:rPr>
              <w:t>EGZAMIN W FORMIE PISEMNEJ (PYTANIA ZAMKNIĘTE LUB OPISOWE) LUB W FORMIE USTNEJ (student losuje kolejno trzy pytania, na które udziela odpowiedzi; pytania egzaminacyjne obejmują tematy stanowiące przedmiot wykładu.</w:t>
            </w:r>
          </w:p>
          <w:p w14:paraId="1BF0F1BA" w14:textId="77777777" w:rsidR="00B61147" w:rsidRPr="001F48EF" w:rsidRDefault="00B61147" w:rsidP="00B61147">
            <w:pPr>
              <w:spacing w:after="0" w:line="240" w:lineRule="auto"/>
              <w:jc w:val="both"/>
              <w:rPr>
                <w:rFonts w:ascii="Times New Roman" w:eastAsia="Cambria" w:hAnsi="Times New Roman"/>
                <w:sz w:val="24"/>
                <w:szCs w:val="24"/>
              </w:rPr>
            </w:pPr>
            <w:r w:rsidRPr="001F48EF">
              <w:rPr>
                <w:rFonts w:ascii="Times New Roman" w:eastAsia="Cambria" w:hAnsi="Times New Roman"/>
                <w:sz w:val="24"/>
                <w:szCs w:val="24"/>
              </w:rPr>
              <w:t xml:space="preserve">Przed egzaminem student otrzymuje wykaz zagadnień, w oparciu o który zostaną opracowane pytania). </w:t>
            </w:r>
          </w:p>
          <w:p w14:paraId="057630C2" w14:textId="77777777" w:rsidR="00B61147" w:rsidRPr="001F48EF" w:rsidRDefault="00B61147" w:rsidP="00B61147">
            <w:pPr>
              <w:spacing w:after="0" w:line="240" w:lineRule="auto"/>
              <w:jc w:val="both"/>
              <w:rPr>
                <w:rFonts w:ascii="Times New Roman" w:eastAsia="Cambria" w:hAnsi="Times New Roman"/>
                <w:sz w:val="24"/>
                <w:szCs w:val="24"/>
              </w:rPr>
            </w:pPr>
          </w:p>
          <w:p w14:paraId="22394132" w14:textId="77777777" w:rsidR="00B61147" w:rsidRPr="001F48EF" w:rsidRDefault="00B61147" w:rsidP="00B61147">
            <w:pPr>
              <w:spacing w:after="0" w:line="240" w:lineRule="auto"/>
              <w:jc w:val="both"/>
              <w:rPr>
                <w:rFonts w:ascii="Times New Roman" w:eastAsia="Cambria" w:hAnsi="Times New Roman"/>
                <w:sz w:val="24"/>
                <w:szCs w:val="24"/>
              </w:rPr>
            </w:pPr>
            <w:r w:rsidRPr="001F48EF">
              <w:rPr>
                <w:rFonts w:ascii="Times New Roman" w:eastAsia="Cambria" w:hAnsi="Times New Roman"/>
                <w:sz w:val="24"/>
                <w:szCs w:val="24"/>
              </w:rPr>
              <w:t>W przypadku egzaminu w formie pisemnej na ocenę pozytywną należy udzielić przynajmniej 50% poprawnych odpowiedzi. W przypadku egzaminu ustnego konieczne jest udzielenie pełnej odpowiedzi na przynajmniej jedno pytanie.</w:t>
            </w:r>
          </w:p>
          <w:p w14:paraId="41B0839C" w14:textId="0986CFEB" w:rsidR="00923D7D" w:rsidRPr="00B169DF" w:rsidRDefault="00B61147" w:rsidP="00B611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F48EF">
              <w:rPr>
                <w:rFonts w:eastAsia="Cambria"/>
                <w:b w:val="0"/>
                <w:szCs w:val="24"/>
              </w:rPr>
              <w:t>Kryteria oceny: kompletność odpowiedzi, umiejętność posługiwania się terminologią, aktualny stan prawny.</w:t>
            </w:r>
          </w:p>
          <w:p w14:paraId="2BB5D64F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549B3CBB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275B835" w14:textId="77777777" w:rsidR="009F4610" w:rsidRPr="00B169DF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5. </w:t>
      </w:r>
      <w:r w:rsidR="00C61DC5" w:rsidRPr="00B169D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B61147" w:rsidRPr="00B61147" w14:paraId="15D19A4E" w14:textId="77777777" w:rsidTr="00AD26E0">
        <w:tc>
          <w:tcPr>
            <w:tcW w:w="4962" w:type="dxa"/>
            <w:vAlign w:val="center"/>
          </w:tcPr>
          <w:p w14:paraId="4AF0EDA5" w14:textId="77777777" w:rsidR="00B61147" w:rsidRPr="00B61147" w:rsidRDefault="00B61147" w:rsidP="00B61147">
            <w:pPr>
              <w:spacing w:after="0" w:line="240" w:lineRule="auto"/>
              <w:contextualSpacing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61147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17D9B3C0" w14:textId="77777777" w:rsidR="00B61147" w:rsidRPr="00B61147" w:rsidRDefault="00B61147" w:rsidP="00B61147">
            <w:pPr>
              <w:spacing w:after="0" w:line="240" w:lineRule="auto"/>
              <w:contextualSpacing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61147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B61147" w:rsidRPr="00B61147" w14:paraId="51DA1876" w14:textId="77777777" w:rsidTr="00AD26E0">
        <w:tc>
          <w:tcPr>
            <w:tcW w:w="4962" w:type="dxa"/>
          </w:tcPr>
          <w:p w14:paraId="251955BD" w14:textId="77777777" w:rsidR="00B61147" w:rsidRPr="00B61147" w:rsidRDefault="00B61147" w:rsidP="00B61147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B61147">
              <w:rPr>
                <w:rFonts w:ascii="Corbel" w:hAnsi="Corbel"/>
                <w:sz w:val="24"/>
                <w:szCs w:val="24"/>
              </w:rPr>
              <w:t>Godziny kontaktowe wynikające z harmonogramu studiów</w:t>
            </w:r>
          </w:p>
        </w:tc>
        <w:tc>
          <w:tcPr>
            <w:tcW w:w="4677" w:type="dxa"/>
            <w:vAlign w:val="center"/>
          </w:tcPr>
          <w:p w14:paraId="57FAFE5D" w14:textId="77777777" w:rsidR="00B61147" w:rsidRPr="00B61147" w:rsidRDefault="00B61147" w:rsidP="00B61147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B61147">
              <w:rPr>
                <w:rFonts w:ascii="Corbel" w:hAnsi="Corbel"/>
                <w:sz w:val="24"/>
                <w:szCs w:val="24"/>
              </w:rPr>
              <w:t>30 godz.</w:t>
            </w:r>
          </w:p>
          <w:p w14:paraId="52FD134B" w14:textId="77777777" w:rsidR="00B61147" w:rsidRPr="00B61147" w:rsidRDefault="00B61147" w:rsidP="00B61147">
            <w:pPr>
              <w:spacing w:after="0" w:line="240" w:lineRule="auto"/>
              <w:contextualSpacing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B61147" w:rsidRPr="00B61147" w14:paraId="10545671" w14:textId="77777777" w:rsidTr="00AD26E0">
        <w:tc>
          <w:tcPr>
            <w:tcW w:w="4962" w:type="dxa"/>
          </w:tcPr>
          <w:p w14:paraId="36E93624" w14:textId="77777777" w:rsidR="00B61147" w:rsidRPr="00B61147" w:rsidRDefault="00B61147" w:rsidP="00B61147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B61147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2BCEE3AA" w14:textId="77777777" w:rsidR="00B61147" w:rsidRPr="00B61147" w:rsidRDefault="00B61147" w:rsidP="00B61147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B61147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vAlign w:val="center"/>
          </w:tcPr>
          <w:p w14:paraId="3B00A967" w14:textId="77777777" w:rsidR="00B61147" w:rsidRPr="00B61147" w:rsidRDefault="00B61147" w:rsidP="00B61147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B61147">
              <w:rPr>
                <w:rFonts w:ascii="Corbel" w:hAnsi="Corbel"/>
                <w:sz w:val="24"/>
                <w:szCs w:val="24"/>
              </w:rPr>
              <w:t>44 godz.</w:t>
            </w:r>
          </w:p>
          <w:p w14:paraId="236FBA8C" w14:textId="77777777" w:rsidR="00B61147" w:rsidRPr="00B61147" w:rsidRDefault="00B61147" w:rsidP="00B61147">
            <w:pPr>
              <w:spacing w:after="0" w:line="240" w:lineRule="auto"/>
              <w:contextualSpacing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B61147" w:rsidRPr="00B61147" w14:paraId="58E5C605" w14:textId="77777777" w:rsidTr="00AD26E0">
        <w:tc>
          <w:tcPr>
            <w:tcW w:w="4962" w:type="dxa"/>
          </w:tcPr>
          <w:p w14:paraId="0E84EEC4" w14:textId="77777777" w:rsidR="00B61147" w:rsidRPr="00B61147" w:rsidRDefault="00B61147" w:rsidP="00B61147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B61147">
              <w:rPr>
                <w:rFonts w:ascii="Corbel" w:hAnsi="Corbel"/>
                <w:sz w:val="24"/>
                <w:szCs w:val="24"/>
              </w:rPr>
              <w:lastRenderedPageBreak/>
              <w:t>Godziny niekontaktowe – praca własna studenta</w:t>
            </w:r>
          </w:p>
          <w:p w14:paraId="1CC89425" w14:textId="77777777" w:rsidR="00B61147" w:rsidRPr="00B61147" w:rsidRDefault="00B61147" w:rsidP="00B61147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B61147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  <w:vAlign w:val="center"/>
          </w:tcPr>
          <w:p w14:paraId="55E81918" w14:textId="77777777" w:rsidR="00B61147" w:rsidRPr="00B61147" w:rsidRDefault="00B61147" w:rsidP="00B61147">
            <w:pPr>
              <w:jc w:val="center"/>
              <w:rPr>
                <w:rFonts w:ascii="Corbel" w:hAnsi="Corbel"/>
                <w:sz w:val="24"/>
                <w:szCs w:val="24"/>
              </w:rPr>
            </w:pPr>
            <w:r w:rsidRPr="00B61147">
              <w:rPr>
                <w:rFonts w:ascii="Corbel" w:hAnsi="Corbel"/>
                <w:sz w:val="24"/>
                <w:szCs w:val="24"/>
              </w:rPr>
              <w:t>126 godz.</w:t>
            </w:r>
          </w:p>
          <w:p w14:paraId="44179CC3" w14:textId="77777777" w:rsidR="00B61147" w:rsidRPr="00B61147" w:rsidRDefault="00B61147" w:rsidP="00B61147">
            <w:pPr>
              <w:spacing w:after="0" w:line="240" w:lineRule="auto"/>
              <w:contextualSpacing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B61147" w:rsidRPr="00B61147" w14:paraId="244298E0" w14:textId="77777777" w:rsidTr="00AD26E0">
        <w:tc>
          <w:tcPr>
            <w:tcW w:w="4962" w:type="dxa"/>
          </w:tcPr>
          <w:p w14:paraId="01EA9E37" w14:textId="77777777" w:rsidR="00B61147" w:rsidRPr="00B61147" w:rsidRDefault="00B61147" w:rsidP="00B61147">
            <w:pPr>
              <w:spacing w:after="0" w:line="240" w:lineRule="auto"/>
              <w:contextualSpacing/>
              <w:jc w:val="both"/>
              <w:rPr>
                <w:rFonts w:ascii="Corbel" w:hAnsi="Corbel"/>
                <w:sz w:val="24"/>
                <w:szCs w:val="24"/>
              </w:rPr>
            </w:pPr>
            <w:r w:rsidRPr="00B61147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vAlign w:val="center"/>
          </w:tcPr>
          <w:p w14:paraId="20C442C7" w14:textId="77777777" w:rsidR="00B61147" w:rsidRPr="00B61147" w:rsidRDefault="00B61147" w:rsidP="00B61147">
            <w:pPr>
              <w:spacing w:after="0" w:line="240" w:lineRule="auto"/>
              <w:contextualSpacing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61147">
              <w:rPr>
                <w:rFonts w:ascii="Corbel" w:hAnsi="Corbel"/>
                <w:b/>
                <w:sz w:val="24"/>
                <w:szCs w:val="24"/>
              </w:rPr>
              <w:t>200</w:t>
            </w:r>
          </w:p>
        </w:tc>
      </w:tr>
      <w:tr w:rsidR="00B61147" w:rsidRPr="00B61147" w14:paraId="19F892D0" w14:textId="77777777" w:rsidTr="00AD26E0">
        <w:tc>
          <w:tcPr>
            <w:tcW w:w="4962" w:type="dxa"/>
          </w:tcPr>
          <w:p w14:paraId="29EF85EB" w14:textId="77777777" w:rsidR="00B61147" w:rsidRPr="00B61147" w:rsidRDefault="00B61147" w:rsidP="00B61147">
            <w:pPr>
              <w:spacing w:after="0" w:line="240" w:lineRule="auto"/>
              <w:contextualSpacing/>
              <w:rPr>
                <w:rFonts w:ascii="Corbel" w:hAnsi="Corbel"/>
                <w:b/>
                <w:sz w:val="24"/>
                <w:szCs w:val="24"/>
              </w:rPr>
            </w:pPr>
            <w:r w:rsidRPr="00B61147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vAlign w:val="center"/>
          </w:tcPr>
          <w:p w14:paraId="64F15937" w14:textId="77777777" w:rsidR="00B61147" w:rsidRPr="00B61147" w:rsidRDefault="00B61147" w:rsidP="00B61147">
            <w:pPr>
              <w:spacing w:after="0" w:line="240" w:lineRule="auto"/>
              <w:contextualSpacing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61147">
              <w:rPr>
                <w:rFonts w:ascii="Corbel" w:hAnsi="Corbel"/>
                <w:b/>
                <w:sz w:val="24"/>
                <w:szCs w:val="24"/>
              </w:rPr>
              <w:t>8</w:t>
            </w:r>
          </w:p>
        </w:tc>
      </w:tr>
    </w:tbl>
    <w:p w14:paraId="5928C722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706C798" w14:textId="77777777" w:rsidR="003E1941" w:rsidRPr="00B169DF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A24011D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6. </w:t>
      </w:r>
      <w:r w:rsidR="0085747A" w:rsidRPr="00B169DF">
        <w:rPr>
          <w:rFonts w:ascii="Corbel" w:hAnsi="Corbel"/>
          <w:smallCaps w:val="0"/>
          <w:szCs w:val="24"/>
        </w:rPr>
        <w:t>PRAKTYKI ZAWO</w:t>
      </w:r>
      <w:r w:rsidR="009D3F3B" w:rsidRPr="00B169DF">
        <w:rPr>
          <w:rFonts w:ascii="Corbel" w:hAnsi="Corbel"/>
          <w:smallCaps w:val="0"/>
          <w:szCs w:val="24"/>
        </w:rPr>
        <w:t>DOWE W RAMACH PRZEDMIOTU</w:t>
      </w:r>
    </w:p>
    <w:p w14:paraId="324B88C8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4E6269" w:rsidRPr="00B169DF" w14:paraId="638E76A1" w14:textId="77777777" w:rsidTr="00D66114">
        <w:trPr>
          <w:trHeight w:val="397"/>
        </w:trPr>
        <w:tc>
          <w:tcPr>
            <w:tcW w:w="3544" w:type="dxa"/>
          </w:tcPr>
          <w:p w14:paraId="16CB32EE" w14:textId="79872766" w:rsidR="004E6269" w:rsidRPr="004E6269" w:rsidRDefault="004E6269" w:rsidP="004E626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E6269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  <w:tcBorders>
              <w:tl2br w:val="single" w:sz="4" w:space="0" w:color="auto"/>
            </w:tcBorders>
          </w:tcPr>
          <w:p w14:paraId="0C6D98E0" w14:textId="77777777" w:rsidR="004E6269" w:rsidRPr="004E6269" w:rsidRDefault="004E6269" w:rsidP="004E626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4E6269" w:rsidRPr="00B169DF" w14:paraId="276FFB2E" w14:textId="77777777" w:rsidTr="00D66114">
        <w:trPr>
          <w:trHeight w:val="397"/>
        </w:trPr>
        <w:tc>
          <w:tcPr>
            <w:tcW w:w="3544" w:type="dxa"/>
          </w:tcPr>
          <w:p w14:paraId="6B69F399" w14:textId="73B152FF" w:rsidR="004E6269" w:rsidRPr="004E6269" w:rsidRDefault="004E6269" w:rsidP="004E626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E6269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  <w:tcBorders>
              <w:tl2br w:val="single" w:sz="4" w:space="0" w:color="auto"/>
            </w:tcBorders>
          </w:tcPr>
          <w:p w14:paraId="5AB3311D" w14:textId="77777777" w:rsidR="004E6269" w:rsidRPr="004E6269" w:rsidRDefault="004E6269" w:rsidP="004E626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0E03DECB" w14:textId="77777777" w:rsidR="003E1941" w:rsidRPr="00B169DF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586C55F" w14:textId="77777777" w:rsidR="0085747A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7. </w:t>
      </w:r>
      <w:r w:rsidR="0085747A" w:rsidRPr="00B169DF">
        <w:rPr>
          <w:rFonts w:ascii="Corbel" w:hAnsi="Corbel"/>
          <w:smallCaps w:val="0"/>
          <w:szCs w:val="24"/>
        </w:rPr>
        <w:t>LITERATURA</w:t>
      </w:r>
      <w:r w:rsidRPr="00B169DF">
        <w:rPr>
          <w:rFonts w:ascii="Corbel" w:hAnsi="Corbel"/>
          <w:smallCaps w:val="0"/>
          <w:szCs w:val="24"/>
        </w:rPr>
        <w:t xml:space="preserve"> </w:t>
      </w:r>
    </w:p>
    <w:p w14:paraId="5E4EAD1E" w14:textId="77777777" w:rsidR="00675843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4E6269" w:rsidRPr="004E6269" w14:paraId="3AD2F161" w14:textId="77777777" w:rsidTr="00AD26E0">
        <w:trPr>
          <w:trHeight w:val="397"/>
        </w:trPr>
        <w:tc>
          <w:tcPr>
            <w:tcW w:w="7513" w:type="dxa"/>
          </w:tcPr>
          <w:p w14:paraId="271D1969" w14:textId="77777777" w:rsidR="004E6269" w:rsidRPr="004E6269" w:rsidRDefault="004E6269" w:rsidP="004E6269">
            <w:pPr>
              <w:shd w:val="clear" w:color="auto" w:fill="FFFFFF"/>
              <w:spacing w:after="0" w:line="240" w:lineRule="auto"/>
              <w:ind w:left="14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4E6269">
              <w:rPr>
                <w:rFonts w:ascii="Corbel" w:hAnsi="Corbel"/>
                <w:sz w:val="24"/>
                <w:szCs w:val="24"/>
              </w:rPr>
              <w:t>Literatura podstawowa:</w:t>
            </w:r>
            <w:r w:rsidRPr="004E6269">
              <w:rPr>
                <w:rFonts w:ascii="Corbel" w:eastAsia="Cambria" w:hAnsi="Corbel"/>
                <w:sz w:val="24"/>
                <w:szCs w:val="24"/>
              </w:rPr>
              <w:t xml:space="preserve"> </w:t>
            </w:r>
          </w:p>
          <w:p w14:paraId="22648C7D" w14:textId="77777777" w:rsidR="004E6269" w:rsidRPr="004E6269" w:rsidRDefault="004E6269" w:rsidP="004E6269">
            <w:pPr>
              <w:shd w:val="clear" w:color="auto" w:fill="FFFFFF"/>
              <w:spacing w:after="0" w:line="240" w:lineRule="auto"/>
              <w:ind w:left="14"/>
              <w:jc w:val="both"/>
              <w:rPr>
                <w:rFonts w:ascii="Corbel" w:eastAsia="Cambria" w:hAnsi="Corbel"/>
                <w:sz w:val="24"/>
                <w:szCs w:val="24"/>
              </w:rPr>
            </w:pPr>
          </w:p>
          <w:p w14:paraId="066E6BDC" w14:textId="77777777" w:rsidR="004E6269" w:rsidRPr="004E6269" w:rsidRDefault="004E6269" w:rsidP="004E6269">
            <w:pPr>
              <w:numPr>
                <w:ilvl w:val="1"/>
                <w:numId w:val="3"/>
              </w:numPr>
              <w:shd w:val="clear" w:color="auto" w:fill="FFFFFF"/>
              <w:spacing w:after="0" w:line="240" w:lineRule="auto"/>
              <w:ind w:left="317" w:hanging="284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4E6269">
              <w:rPr>
                <w:rFonts w:ascii="Corbel" w:eastAsia="Cambria" w:hAnsi="Corbel"/>
                <w:sz w:val="24"/>
                <w:szCs w:val="24"/>
              </w:rPr>
              <w:t>Etyka zawodu radcy prawnego i adwokata. Kazusy. Objaśnienia. Orzecznictwo, red. G. Borkowski, K. Kukuryk, S. Pilipiec, Warszawa 2020</w:t>
            </w:r>
          </w:p>
          <w:p w14:paraId="552C7F3B" w14:textId="77777777" w:rsidR="004E6269" w:rsidRPr="004E6269" w:rsidRDefault="004E6269" w:rsidP="004E6269">
            <w:pPr>
              <w:numPr>
                <w:ilvl w:val="1"/>
                <w:numId w:val="3"/>
              </w:numPr>
              <w:shd w:val="clear" w:color="auto" w:fill="FFFFFF"/>
              <w:spacing w:after="0" w:line="240" w:lineRule="auto"/>
              <w:ind w:left="317" w:hanging="284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4E6269">
              <w:rPr>
                <w:rFonts w:ascii="Corbel" w:eastAsia="Cambria" w:hAnsi="Corbel"/>
                <w:bCs/>
                <w:sz w:val="24"/>
                <w:szCs w:val="24"/>
              </w:rPr>
              <w:t>Zasady wykonywania zawodu radcy prawnego, etyka i samorząd radców prawnych (2021), Warszawa 2021</w:t>
            </w:r>
          </w:p>
          <w:p w14:paraId="2719EFFF" w14:textId="77777777" w:rsidR="004E6269" w:rsidRPr="004E6269" w:rsidRDefault="004E6269" w:rsidP="004E6269">
            <w:pPr>
              <w:numPr>
                <w:ilvl w:val="1"/>
                <w:numId w:val="3"/>
              </w:numPr>
              <w:shd w:val="clear" w:color="auto" w:fill="FFFFFF"/>
              <w:spacing w:after="0" w:line="240" w:lineRule="auto"/>
              <w:ind w:left="317" w:hanging="284"/>
              <w:jc w:val="both"/>
              <w:rPr>
                <w:rFonts w:ascii="Corbel" w:eastAsia="Cambria" w:hAnsi="Corbel"/>
                <w:sz w:val="24"/>
                <w:szCs w:val="24"/>
              </w:rPr>
            </w:pPr>
            <w:r w:rsidRPr="004E6269">
              <w:rPr>
                <w:rFonts w:ascii="Corbel" w:eastAsia="Cambria" w:hAnsi="Corbel"/>
                <w:bCs/>
                <w:sz w:val="24"/>
                <w:szCs w:val="24"/>
              </w:rPr>
              <w:t>Aplikacja radcowska 2021. Pytania, odpowiedzi, tabele, M. Stepaniuk, Warszawa 2021</w:t>
            </w:r>
          </w:p>
          <w:p w14:paraId="2918E341" w14:textId="77777777" w:rsidR="004E6269" w:rsidRPr="004E6269" w:rsidRDefault="004E6269" w:rsidP="004E6269">
            <w:pPr>
              <w:spacing w:after="0" w:line="240" w:lineRule="auto"/>
              <w:jc w:val="both"/>
              <w:rPr>
                <w:rFonts w:ascii="Corbel" w:hAnsi="Corbel"/>
                <w:color w:val="000000"/>
                <w:sz w:val="24"/>
                <w:szCs w:val="24"/>
              </w:rPr>
            </w:pPr>
          </w:p>
        </w:tc>
      </w:tr>
      <w:tr w:rsidR="004E6269" w:rsidRPr="004E6269" w14:paraId="4CFE75CB" w14:textId="77777777" w:rsidTr="00AD26E0">
        <w:trPr>
          <w:trHeight w:val="397"/>
        </w:trPr>
        <w:tc>
          <w:tcPr>
            <w:tcW w:w="7513" w:type="dxa"/>
          </w:tcPr>
          <w:p w14:paraId="4982FBFE" w14:textId="77777777" w:rsidR="004E6269" w:rsidRPr="004E6269" w:rsidRDefault="004E6269" w:rsidP="004E6269">
            <w:pPr>
              <w:shd w:val="clear" w:color="auto" w:fill="FFFFFF"/>
              <w:spacing w:after="0" w:line="240" w:lineRule="auto"/>
              <w:ind w:left="14"/>
              <w:jc w:val="both"/>
              <w:rPr>
                <w:rFonts w:ascii="Corbel" w:hAnsi="Corbel"/>
                <w:sz w:val="24"/>
                <w:szCs w:val="24"/>
              </w:rPr>
            </w:pPr>
            <w:r w:rsidRPr="004E6269">
              <w:rPr>
                <w:rFonts w:ascii="Corbel" w:hAnsi="Corbel"/>
                <w:sz w:val="24"/>
                <w:szCs w:val="24"/>
              </w:rPr>
              <w:t xml:space="preserve">Literatura uzupełniająca: </w:t>
            </w:r>
          </w:p>
          <w:p w14:paraId="410A0C60" w14:textId="77777777" w:rsidR="004E6269" w:rsidRPr="004E6269" w:rsidRDefault="004E6269" w:rsidP="004E6269">
            <w:pPr>
              <w:shd w:val="clear" w:color="auto" w:fill="FFFFFF"/>
              <w:spacing w:after="0" w:line="240" w:lineRule="auto"/>
              <w:ind w:left="14"/>
              <w:jc w:val="both"/>
              <w:rPr>
                <w:rFonts w:ascii="Corbel" w:hAnsi="Corbel"/>
                <w:sz w:val="24"/>
                <w:szCs w:val="24"/>
              </w:rPr>
            </w:pPr>
          </w:p>
          <w:p w14:paraId="39899531" w14:textId="77777777" w:rsidR="004E6269" w:rsidRPr="004E6269" w:rsidRDefault="004E6269" w:rsidP="004E6269">
            <w:pPr>
              <w:numPr>
                <w:ilvl w:val="2"/>
                <w:numId w:val="3"/>
              </w:numPr>
              <w:shd w:val="clear" w:color="auto" w:fill="FFFFFF"/>
              <w:spacing w:after="0" w:line="240" w:lineRule="auto"/>
              <w:ind w:left="317" w:hanging="317"/>
              <w:jc w:val="both"/>
              <w:rPr>
                <w:rFonts w:ascii="Corbel" w:hAnsi="Corbel"/>
                <w:sz w:val="24"/>
                <w:szCs w:val="24"/>
              </w:rPr>
            </w:pPr>
            <w:r w:rsidRPr="004E6269">
              <w:rPr>
                <w:rFonts w:ascii="Corbel" w:hAnsi="Corbel"/>
                <w:bCs/>
                <w:sz w:val="24"/>
                <w:szCs w:val="24"/>
              </w:rPr>
              <w:t>Egzamin wstępny 2021. Teksty ustaw. Aplikacja adwokacka i radcowska. Tom I i II , Warszawa 2021</w:t>
            </w:r>
          </w:p>
          <w:p w14:paraId="6E2D5C3A" w14:textId="77777777" w:rsidR="004E6269" w:rsidRPr="004E6269" w:rsidRDefault="004E6269" w:rsidP="004E6269">
            <w:pPr>
              <w:numPr>
                <w:ilvl w:val="2"/>
                <w:numId w:val="3"/>
              </w:numPr>
              <w:shd w:val="clear" w:color="auto" w:fill="FFFFFF"/>
              <w:spacing w:after="0" w:line="240" w:lineRule="auto"/>
              <w:ind w:left="317" w:hanging="317"/>
              <w:jc w:val="both"/>
              <w:rPr>
                <w:rFonts w:ascii="Corbel" w:hAnsi="Corbel"/>
                <w:sz w:val="24"/>
                <w:szCs w:val="24"/>
              </w:rPr>
            </w:pPr>
            <w:r w:rsidRPr="004E6269">
              <w:rPr>
                <w:rFonts w:ascii="Corbel" w:hAnsi="Corbel"/>
                <w:bCs/>
                <w:sz w:val="24"/>
                <w:szCs w:val="24"/>
              </w:rPr>
              <w:t>Aplikacja od ogółu do szczegółu. Akty normatywne w pigułce, Warszawa 2021</w:t>
            </w:r>
          </w:p>
          <w:p w14:paraId="06D3030E" w14:textId="7BD921C3" w:rsidR="004E6269" w:rsidRPr="004E6269" w:rsidRDefault="004E6269" w:rsidP="004E6269">
            <w:pPr>
              <w:numPr>
                <w:ilvl w:val="2"/>
                <w:numId w:val="3"/>
              </w:numPr>
              <w:shd w:val="clear" w:color="auto" w:fill="FFFFFF"/>
              <w:spacing w:after="0" w:line="240" w:lineRule="auto"/>
              <w:ind w:left="317" w:hanging="317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4E6269">
              <w:rPr>
                <w:rFonts w:ascii="Corbel" w:hAnsi="Corbel"/>
                <w:bCs/>
                <w:sz w:val="24"/>
                <w:szCs w:val="24"/>
              </w:rPr>
              <w:t xml:space="preserve">Etyka radcy prawnego, zasady wykonywania zawodu, organizacja i funkcjonowanie samorządu radców prawnych (2023), </w:t>
            </w:r>
            <w:r w:rsidRPr="004E6269">
              <w:rPr>
                <w:rFonts w:ascii="Corbel" w:hAnsi="Corbel"/>
                <w:sz w:val="24"/>
                <w:szCs w:val="24"/>
              </w:rPr>
              <w:t>radca prawny Wojciech Bednarczyk</w:t>
            </w:r>
          </w:p>
          <w:p w14:paraId="5D381EB2" w14:textId="110BA559" w:rsidR="004E6269" w:rsidRPr="004E6269" w:rsidRDefault="004E6269" w:rsidP="004E6269">
            <w:pPr>
              <w:shd w:val="clear" w:color="auto" w:fill="FFFFFF"/>
              <w:spacing w:after="0" w:line="240" w:lineRule="auto"/>
              <w:ind w:left="317"/>
              <w:jc w:val="both"/>
              <w:rPr>
                <w:rFonts w:ascii="Corbel" w:hAnsi="Corbel"/>
                <w:bCs/>
                <w:sz w:val="24"/>
                <w:szCs w:val="24"/>
              </w:rPr>
            </w:pPr>
          </w:p>
        </w:tc>
      </w:tr>
    </w:tbl>
    <w:p w14:paraId="4F011B1F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87A4BED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6BFB0DF" w14:textId="77777777" w:rsidR="0085747A" w:rsidRPr="00B169DF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B169D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B169D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57B3BC" w14:textId="77777777" w:rsidR="00867592" w:rsidRDefault="00867592" w:rsidP="00C16ABF">
      <w:pPr>
        <w:spacing w:after="0" w:line="240" w:lineRule="auto"/>
      </w:pPr>
      <w:r>
        <w:separator/>
      </w:r>
    </w:p>
  </w:endnote>
  <w:endnote w:type="continuationSeparator" w:id="0">
    <w:p w14:paraId="3CDF725E" w14:textId="77777777" w:rsidR="00867592" w:rsidRDefault="0086759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82673E" w14:textId="77777777" w:rsidR="00867592" w:rsidRDefault="00867592" w:rsidP="00C16ABF">
      <w:pPr>
        <w:spacing w:after="0" w:line="240" w:lineRule="auto"/>
      </w:pPr>
      <w:r>
        <w:separator/>
      </w:r>
    </w:p>
  </w:footnote>
  <w:footnote w:type="continuationSeparator" w:id="0">
    <w:p w14:paraId="6E19B263" w14:textId="77777777" w:rsidR="00867592" w:rsidRDefault="00867592" w:rsidP="00C16ABF">
      <w:pPr>
        <w:spacing w:after="0" w:line="240" w:lineRule="auto"/>
      </w:pPr>
      <w:r>
        <w:continuationSeparator/>
      </w:r>
    </w:p>
  </w:footnote>
  <w:footnote w:id="1">
    <w:p w14:paraId="595B4BF4" w14:textId="77777777" w:rsidR="005D728F" w:rsidRDefault="005D728F" w:rsidP="005D728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77831FAB"/>
    <w:multiLevelType w:val="hybridMultilevel"/>
    <w:tmpl w:val="A17CA506"/>
    <w:lvl w:ilvl="0" w:tplc="521A1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D2551E7"/>
    <w:multiLevelType w:val="hybridMultilevel"/>
    <w:tmpl w:val="920660F4"/>
    <w:lvl w:ilvl="0" w:tplc="7B5E5422">
      <w:start w:val="1"/>
      <w:numFmt w:val="decimalZero"/>
      <w:lvlText w:val="EK_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91363185">
    <w:abstractNumId w:val="0"/>
  </w:num>
  <w:num w:numId="2" w16cid:durableId="1810320398">
    <w:abstractNumId w:val="2"/>
  </w:num>
  <w:num w:numId="3" w16cid:durableId="84490695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045A1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530D"/>
    <w:rsid w:val="00192F37"/>
    <w:rsid w:val="001948BC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57EED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3F0E"/>
    <w:rsid w:val="004D31C0"/>
    <w:rsid w:val="004D5282"/>
    <w:rsid w:val="004E6269"/>
    <w:rsid w:val="004F1551"/>
    <w:rsid w:val="004F55A3"/>
    <w:rsid w:val="0050496F"/>
    <w:rsid w:val="00511744"/>
    <w:rsid w:val="00513B6F"/>
    <w:rsid w:val="00517C63"/>
    <w:rsid w:val="005363C4"/>
    <w:rsid w:val="00536BDE"/>
    <w:rsid w:val="00543ACC"/>
    <w:rsid w:val="0056696D"/>
    <w:rsid w:val="0059484D"/>
    <w:rsid w:val="005A0855"/>
    <w:rsid w:val="005A3196"/>
    <w:rsid w:val="005C080F"/>
    <w:rsid w:val="005C55E5"/>
    <w:rsid w:val="005C696A"/>
    <w:rsid w:val="005D728F"/>
    <w:rsid w:val="005E6E85"/>
    <w:rsid w:val="005F31D2"/>
    <w:rsid w:val="005F76A3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67592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56945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B7D22"/>
    <w:rsid w:val="00AD1146"/>
    <w:rsid w:val="00AD27D3"/>
    <w:rsid w:val="00AD66D6"/>
    <w:rsid w:val="00AE1160"/>
    <w:rsid w:val="00AE203C"/>
    <w:rsid w:val="00AE2E74"/>
    <w:rsid w:val="00AE3A26"/>
    <w:rsid w:val="00AE57A3"/>
    <w:rsid w:val="00AE5FCB"/>
    <w:rsid w:val="00AF2C1E"/>
    <w:rsid w:val="00B06142"/>
    <w:rsid w:val="00B135B1"/>
    <w:rsid w:val="00B1435F"/>
    <w:rsid w:val="00B169DF"/>
    <w:rsid w:val="00B3130B"/>
    <w:rsid w:val="00B37B59"/>
    <w:rsid w:val="00B40ADB"/>
    <w:rsid w:val="00B43B77"/>
    <w:rsid w:val="00B43E80"/>
    <w:rsid w:val="00B607DB"/>
    <w:rsid w:val="00B61147"/>
    <w:rsid w:val="00B66529"/>
    <w:rsid w:val="00B73C81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397B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61A26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256A2C"/>
  <w15:docId w15:val="{1CC557A5-1979-4A16-8A5B-AE697E3D7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157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23F829-2B36-4E48-A6EE-37BF9ABC71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5</Pages>
  <Words>1063</Words>
  <Characters>6378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Piotr Tadla</cp:lastModifiedBy>
  <cp:revision>2</cp:revision>
  <cp:lastPrinted>2019-02-06T12:12:00Z</cp:lastPrinted>
  <dcterms:created xsi:type="dcterms:W3CDTF">2023-10-10T08:47:00Z</dcterms:created>
  <dcterms:modified xsi:type="dcterms:W3CDTF">2023-10-10T08:47:00Z</dcterms:modified>
</cp:coreProperties>
</file>